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CF1E59" w14:textId="77777777" w:rsidR="000200AC" w:rsidRPr="00A5228C" w:rsidRDefault="000200AC">
      <w:pPr>
        <w:rPr>
          <w:rFonts w:ascii="ＭＳ ゴシック" w:eastAsia="ＭＳ ゴシック" w:hAnsi="ＭＳ ゴシック"/>
        </w:rPr>
      </w:pPr>
    </w:p>
    <w:p w14:paraId="07CC0BE9" w14:textId="77777777" w:rsidR="00704501" w:rsidRPr="00A5228C" w:rsidRDefault="00704501">
      <w:pPr>
        <w:rPr>
          <w:rFonts w:ascii="ＭＳ ゴシック" w:eastAsia="ＭＳ ゴシック" w:hAnsi="ＭＳ ゴシック"/>
        </w:rPr>
      </w:pPr>
    </w:p>
    <w:p w14:paraId="39F19960" w14:textId="77777777" w:rsidR="00704501" w:rsidRPr="00A5228C" w:rsidRDefault="00704501">
      <w:pPr>
        <w:rPr>
          <w:rFonts w:ascii="ＭＳ ゴシック" w:eastAsia="ＭＳ ゴシック" w:hAnsi="ＭＳ ゴシック"/>
        </w:rPr>
      </w:pPr>
    </w:p>
    <w:p w14:paraId="0495C667" w14:textId="77777777" w:rsidR="00704501" w:rsidRPr="00A5228C" w:rsidRDefault="00704501">
      <w:pPr>
        <w:rPr>
          <w:rFonts w:ascii="ＭＳ ゴシック" w:eastAsia="ＭＳ ゴシック" w:hAnsi="ＭＳ ゴシック"/>
        </w:rPr>
      </w:pPr>
    </w:p>
    <w:p w14:paraId="00E91EAF" w14:textId="77777777" w:rsidR="00704501" w:rsidRPr="00A5228C" w:rsidRDefault="00704501">
      <w:pPr>
        <w:rPr>
          <w:rFonts w:ascii="ＭＳ ゴシック" w:eastAsia="ＭＳ ゴシック" w:hAnsi="ＭＳ ゴシック"/>
        </w:rPr>
      </w:pPr>
    </w:p>
    <w:p w14:paraId="0A4ADB12" w14:textId="77777777" w:rsidR="00704501" w:rsidRPr="00A5228C" w:rsidRDefault="00704501">
      <w:pPr>
        <w:rPr>
          <w:rFonts w:ascii="ＭＳ ゴシック" w:eastAsia="ＭＳ ゴシック" w:hAnsi="ＭＳ ゴシック"/>
        </w:rPr>
      </w:pPr>
    </w:p>
    <w:p w14:paraId="74C2FD8E" w14:textId="77777777" w:rsidR="00704501" w:rsidRPr="00A5228C" w:rsidRDefault="00704501">
      <w:pPr>
        <w:rPr>
          <w:rFonts w:ascii="ＭＳ ゴシック" w:eastAsia="ＭＳ ゴシック" w:hAnsi="ＭＳ ゴシック"/>
        </w:rPr>
      </w:pPr>
    </w:p>
    <w:p w14:paraId="778628E1" w14:textId="77777777" w:rsidR="00704501" w:rsidRPr="00A5228C" w:rsidRDefault="00704501">
      <w:pPr>
        <w:rPr>
          <w:rFonts w:ascii="ＭＳ ゴシック" w:eastAsia="ＭＳ ゴシック" w:hAnsi="ＭＳ ゴシック"/>
        </w:rPr>
      </w:pPr>
    </w:p>
    <w:p w14:paraId="70DB44BC" w14:textId="77777777" w:rsidR="00704501" w:rsidRPr="00A5228C" w:rsidRDefault="00704501">
      <w:pPr>
        <w:rPr>
          <w:rFonts w:ascii="ＭＳ ゴシック" w:eastAsia="ＭＳ ゴシック" w:hAnsi="ＭＳ ゴシック"/>
        </w:rPr>
      </w:pPr>
    </w:p>
    <w:p w14:paraId="26E8CA06" w14:textId="77777777" w:rsidR="00704501" w:rsidRPr="00A5228C" w:rsidRDefault="00704501">
      <w:pPr>
        <w:rPr>
          <w:rFonts w:ascii="ＭＳ ゴシック" w:eastAsia="ＭＳ ゴシック" w:hAnsi="ＭＳ ゴシック"/>
        </w:rPr>
      </w:pPr>
    </w:p>
    <w:p w14:paraId="4B9B070B" w14:textId="77777777" w:rsidR="00704501" w:rsidRPr="00A5228C" w:rsidRDefault="00704501">
      <w:pPr>
        <w:rPr>
          <w:rFonts w:ascii="ＭＳ ゴシック" w:eastAsia="ＭＳ ゴシック" w:hAnsi="ＭＳ ゴシック"/>
        </w:rPr>
      </w:pPr>
    </w:p>
    <w:p w14:paraId="156A1A0C" w14:textId="77777777" w:rsidR="00372ADC" w:rsidRDefault="00372ADC" w:rsidP="00704501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372ADC">
        <w:rPr>
          <w:rFonts w:ascii="ＭＳ ゴシック" w:eastAsia="ＭＳ ゴシック" w:hAnsi="ＭＳ ゴシック" w:hint="eastAsia"/>
          <w:sz w:val="36"/>
          <w:szCs w:val="36"/>
        </w:rPr>
        <w:t>JIRA放射線画像診断レポート交換ガイドライン</w:t>
      </w:r>
    </w:p>
    <w:p w14:paraId="71C7267D" w14:textId="77777777" w:rsidR="00416285" w:rsidRDefault="00416285" w:rsidP="00704501">
      <w:pPr>
        <w:jc w:val="center"/>
        <w:rPr>
          <w:rFonts w:ascii="ＭＳ ゴシック" w:eastAsia="ＭＳ ゴシック" w:hAnsi="ＭＳ ゴシック" w:hint="eastAsia"/>
          <w:sz w:val="36"/>
          <w:szCs w:val="36"/>
        </w:rPr>
      </w:pPr>
    </w:p>
    <w:p w14:paraId="22760B2A" w14:textId="68436BDE" w:rsidR="00704501" w:rsidRPr="000D14E9" w:rsidRDefault="00543C2D" w:rsidP="00704501">
      <w:pPr>
        <w:jc w:val="center"/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/>
          <w:b/>
          <w:sz w:val="48"/>
          <w:szCs w:val="48"/>
        </w:rPr>
        <w:t>CSV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>ファイル</w:t>
      </w:r>
      <w:r w:rsidR="003906B0" w:rsidRPr="003906B0">
        <w:rPr>
          <w:rFonts w:ascii="ＭＳ ゴシック" w:eastAsia="ＭＳ ゴシック" w:hAnsi="ＭＳ ゴシック" w:hint="eastAsia"/>
          <w:b/>
          <w:sz w:val="48"/>
          <w:szCs w:val="48"/>
        </w:rPr>
        <w:t>CDA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>変換</w:t>
      </w:r>
      <w:r w:rsidR="003906B0" w:rsidRPr="003906B0">
        <w:rPr>
          <w:rFonts w:ascii="ＭＳ ゴシック" w:eastAsia="ＭＳ ゴシック" w:hAnsi="ＭＳ ゴシック" w:hint="eastAsia"/>
          <w:b/>
          <w:sz w:val="48"/>
          <w:szCs w:val="48"/>
        </w:rPr>
        <w:t>ツール</w:t>
      </w:r>
    </w:p>
    <w:p w14:paraId="259704B4" w14:textId="77777777" w:rsidR="00704501" w:rsidRPr="000D14E9" w:rsidRDefault="00CF313A" w:rsidP="00CF313A">
      <w:pPr>
        <w:jc w:val="center"/>
        <w:rPr>
          <w:rFonts w:ascii="ＭＳ ゴシック" w:eastAsia="ＭＳ ゴシック" w:hAnsi="ＭＳ ゴシック"/>
          <w:b/>
          <w:sz w:val="48"/>
          <w:szCs w:val="48"/>
        </w:rPr>
      </w:pPr>
      <w:r w:rsidRPr="000D14E9">
        <w:rPr>
          <w:rFonts w:ascii="ＭＳ ゴシック" w:eastAsia="ＭＳ ゴシック" w:hAnsi="ＭＳ ゴシック" w:hint="eastAsia"/>
          <w:b/>
          <w:sz w:val="48"/>
          <w:szCs w:val="48"/>
        </w:rPr>
        <w:t>イ</w:t>
      </w:r>
      <w:r w:rsidR="000B0DB9">
        <w:rPr>
          <w:rFonts w:ascii="ＭＳ ゴシック" w:eastAsia="ＭＳ ゴシック" w:hAnsi="ＭＳ ゴシック" w:hint="eastAsia"/>
          <w:b/>
          <w:sz w:val="48"/>
          <w:szCs w:val="48"/>
        </w:rPr>
        <w:t>ンストール手順書</w:t>
      </w:r>
    </w:p>
    <w:p w14:paraId="2D9C3AF1" w14:textId="77777777" w:rsidR="00704501" w:rsidRPr="00372ADC" w:rsidRDefault="00CF313A" w:rsidP="00704501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372ADC">
        <w:rPr>
          <w:rFonts w:ascii="ＭＳ ゴシック" w:eastAsia="ＭＳ ゴシック" w:hAnsi="ＭＳ ゴシック" w:hint="eastAsia"/>
          <w:sz w:val="36"/>
          <w:szCs w:val="36"/>
        </w:rPr>
        <w:t>1.</w:t>
      </w:r>
      <w:r w:rsidR="00B263E8">
        <w:rPr>
          <w:rFonts w:ascii="ＭＳ ゴシック" w:eastAsia="ＭＳ ゴシック" w:hAnsi="ＭＳ ゴシック"/>
          <w:sz w:val="36"/>
          <w:szCs w:val="36"/>
        </w:rPr>
        <w:t>0</w:t>
      </w:r>
      <w:r w:rsidR="00704501" w:rsidRPr="00372ADC">
        <w:rPr>
          <w:rFonts w:ascii="ＭＳ ゴシック" w:eastAsia="ＭＳ ゴシック" w:hAnsi="ＭＳ ゴシック" w:hint="eastAsia"/>
          <w:sz w:val="36"/>
          <w:szCs w:val="36"/>
        </w:rPr>
        <w:t>版</w:t>
      </w:r>
    </w:p>
    <w:p w14:paraId="5D8E0950" w14:textId="77777777" w:rsidR="00704501" w:rsidRPr="00A5228C" w:rsidRDefault="00704501" w:rsidP="00704501">
      <w:pPr>
        <w:rPr>
          <w:rFonts w:ascii="ＭＳ ゴシック" w:eastAsia="ＭＳ ゴシック" w:hAnsi="ＭＳ ゴシック"/>
        </w:rPr>
      </w:pPr>
    </w:p>
    <w:p w14:paraId="2D083321" w14:textId="77777777" w:rsidR="00840040" w:rsidRPr="00A5228C" w:rsidRDefault="00840040" w:rsidP="00704501">
      <w:pPr>
        <w:rPr>
          <w:rFonts w:ascii="ＭＳ ゴシック" w:eastAsia="ＭＳ ゴシック" w:hAnsi="ＭＳ ゴシック"/>
        </w:rPr>
      </w:pPr>
    </w:p>
    <w:p w14:paraId="2E9E5680" w14:textId="77777777" w:rsidR="00840040" w:rsidRPr="00A5228C" w:rsidRDefault="00840040" w:rsidP="00704501">
      <w:pPr>
        <w:rPr>
          <w:rFonts w:ascii="ＭＳ ゴシック" w:eastAsia="ＭＳ ゴシック" w:hAnsi="ＭＳ ゴシック"/>
        </w:rPr>
      </w:pPr>
    </w:p>
    <w:p w14:paraId="0B693A5B" w14:textId="77777777" w:rsidR="00704501" w:rsidRPr="00A5228C" w:rsidRDefault="00704501" w:rsidP="00704501">
      <w:pPr>
        <w:rPr>
          <w:rFonts w:ascii="ＭＳ ゴシック" w:eastAsia="ＭＳ ゴシック" w:hAnsi="ＭＳ ゴシック"/>
        </w:rPr>
      </w:pPr>
    </w:p>
    <w:p w14:paraId="5EF05DF8" w14:textId="77777777" w:rsidR="00704501" w:rsidRPr="00A5228C" w:rsidRDefault="00704501" w:rsidP="00704501">
      <w:pPr>
        <w:rPr>
          <w:rFonts w:ascii="ＭＳ ゴシック" w:eastAsia="ＭＳ ゴシック" w:hAnsi="ＭＳ ゴシック"/>
        </w:rPr>
      </w:pPr>
    </w:p>
    <w:p w14:paraId="4651D3AD" w14:textId="77777777" w:rsidR="00704501" w:rsidRDefault="00704501" w:rsidP="00704501">
      <w:pPr>
        <w:rPr>
          <w:rFonts w:ascii="ＭＳ ゴシック" w:eastAsia="ＭＳ ゴシック" w:hAnsi="ＭＳ ゴシック"/>
        </w:rPr>
      </w:pPr>
    </w:p>
    <w:p w14:paraId="4C3272DB" w14:textId="77777777" w:rsidR="00CF313A" w:rsidRDefault="00CF313A" w:rsidP="00704501">
      <w:pPr>
        <w:rPr>
          <w:rFonts w:ascii="ＭＳ ゴシック" w:eastAsia="ＭＳ ゴシック" w:hAnsi="ＭＳ ゴシック"/>
        </w:rPr>
      </w:pPr>
    </w:p>
    <w:p w14:paraId="466D21B0" w14:textId="77777777" w:rsidR="00CF313A" w:rsidRPr="00A5228C" w:rsidRDefault="00CF313A" w:rsidP="00704501">
      <w:pPr>
        <w:rPr>
          <w:rFonts w:ascii="ＭＳ ゴシック" w:eastAsia="ＭＳ ゴシック" w:hAnsi="ＭＳ ゴシック"/>
        </w:rPr>
      </w:pPr>
    </w:p>
    <w:p w14:paraId="447C7E07" w14:textId="77777777" w:rsidR="00704501" w:rsidRPr="00A5228C" w:rsidRDefault="00704501" w:rsidP="00704501">
      <w:pPr>
        <w:rPr>
          <w:rFonts w:ascii="ＭＳ ゴシック" w:eastAsia="ＭＳ ゴシック" w:hAnsi="ＭＳ ゴシック" w:hint="eastAsia"/>
        </w:rPr>
      </w:pPr>
    </w:p>
    <w:p w14:paraId="31C8C97D" w14:textId="77777777" w:rsidR="002905D1" w:rsidRPr="00A5228C" w:rsidRDefault="002905D1" w:rsidP="00704501">
      <w:pPr>
        <w:rPr>
          <w:rFonts w:ascii="ＭＳ ゴシック" w:eastAsia="ＭＳ ゴシック" w:hAnsi="ＭＳ ゴシック" w:hint="eastAsia"/>
        </w:rPr>
      </w:pPr>
    </w:p>
    <w:p w14:paraId="6D28F868" w14:textId="77777777" w:rsidR="00704501" w:rsidRPr="00A5228C" w:rsidRDefault="00704501" w:rsidP="00704501">
      <w:pPr>
        <w:rPr>
          <w:rFonts w:ascii="ＭＳ ゴシック" w:eastAsia="ＭＳ ゴシック" w:hAnsi="ＭＳ ゴシック"/>
        </w:rPr>
      </w:pPr>
    </w:p>
    <w:p w14:paraId="537978D6" w14:textId="77777777" w:rsidR="0052058E" w:rsidRPr="008C467B" w:rsidRDefault="0052058E" w:rsidP="0052058E">
      <w:pPr>
        <w:jc w:val="right"/>
        <w:rPr>
          <w:rFonts w:asciiTheme="majorEastAsia" w:eastAsiaTheme="majorEastAsia" w:hAnsiTheme="majorEastAsia"/>
        </w:rPr>
      </w:pPr>
      <w:r w:rsidRPr="008C467B">
        <w:rPr>
          <w:rFonts w:asciiTheme="majorEastAsia" w:eastAsiaTheme="majorEastAsia" w:hAnsiTheme="majorEastAsia" w:hint="eastAsia"/>
        </w:rPr>
        <w:t>20</w:t>
      </w:r>
      <w:r w:rsidRPr="008C467B">
        <w:rPr>
          <w:rFonts w:asciiTheme="majorEastAsia" w:eastAsiaTheme="majorEastAsia" w:hAnsiTheme="majorEastAsia"/>
        </w:rPr>
        <w:t>21</w:t>
      </w:r>
      <w:r w:rsidRPr="008C467B">
        <w:rPr>
          <w:rFonts w:asciiTheme="majorEastAsia" w:eastAsiaTheme="majorEastAsia" w:hAnsiTheme="majorEastAsia" w:hint="eastAsia"/>
        </w:rPr>
        <w:t>年７月１日</w:t>
      </w:r>
    </w:p>
    <w:p w14:paraId="761D90EA" w14:textId="77777777" w:rsidR="0052058E" w:rsidRPr="008C467B" w:rsidRDefault="0052058E" w:rsidP="0052058E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MS-Gothic"/>
          <w:kern w:val="0"/>
          <w:szCs w:val="21"/>
        </w:rPr>
      </w:pPr>
      <w:r w:rsidRPr="008C467B">
        <w:rPr>
          <w:rFonts w:asciiTheme="majorEastAsia" w:eastAsiaTheme="majorEastAsia" w:hAnsiTheme="majorEastAsia" w:cs="MS-Gothic" w:hint="eastAsia"/>
          <w:kern w:val="0"/>
          <w:szCs w:val="21"/>
        </w:rPr>
        <w:t>一般社団法人</w:t>
      </w:r>
      <w:r w:rsidRPr="008C467B">
        <w:rPr>
          <w:rFonts w:asciiTheme="majorEastAsia" w:eastAsiaTheme="majorEastAsia" w:hAnsiTheme="majorEastAsia" w:cs="MS-Gothic"/>
          <w:kern w:val="0"/>
          <w:szCs w:val="21"/>
        </w:rPr>
        <w:t xml:space="preserve"> </w:t>
      </w:r>
      <w:r w:rsidRPr="008C467B">
        <w:rPr>
          <w:rFonts w:asciiTheme="majorEastAsia" w:eastAsiaTheme="majorEastAsia" w:hAnsiTheme="majorEastAsia" w:cs="MS-Gothic" w:hint="eastAsia"/>
          <w:kern w:val="0"/>
          <w:szCs w:val="21"/>
        </w:rPr>
        <w:t>日本画像医療システム工業会</w:t>
      </w:r>
    </w:p>
    <w:p w14:paraId="674D65C7" w14:textId="77777777" w:rsidR="0052058E" w:rsidRPr="008C467B" w:rsidRDefault="0052058E" w:rsidP="0052058E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MS-Gothic"/>
          <w:kern w:val="0"/>
          <w:szCs w:val="21"/>
        </w:rPr>
      </w:pPr>
      <w:r w:rsidRPr="008C467B">
        <w:rPr>
          <w:rFonts w:asciiTheme="majorEastAsia" w:eastAsiaTheme="majorEastAsia" w:hAnsiTheme="majorEastAsia" w:cs="MS-Gothic" w:hint="eastAsia"/>
          <w:kern w:val="0"/>
          <w:szCs w:val="21"/>
        </w:rPr>
        <w:t>医用画像システム部会</w:t>
      </w:r>
    </w:p>
    <w:p w14:paraId="1F467E67" w14:textId="77777777" w:rsidR="0052058E" w:rsidRPr="008C467B" w:rsidRDefault="0052058E" w:rsidP="0052058E">
      <w:pPr>
        <w:jc w:val="right"/>
        <w:rPr>
          <w:rFonts w:asciiTheme="majorEastAsia" w:eastAsiaTheme="majorEastAsia" w:hAnsiTheme="majorEastAsia" w:cs="MS-Gothic"/>
          <w:kern w:val="0"/>
          <w:szCs w:val="21"/>
        </w:rPr>
      </w:pPr>
      <w:r w:rsidRPr="008C467B">
        <w:rPr>
          <w:rFonts w:asciiTheme="majorEastAsia" w:eastAsiaTheme="majorEastAsia" w:hAnsiTheme="majorEastAsia" w:cs="MS-Gothic" w:hint="eastAsia"/>
          <w:kern w:val="0"/>
          <w:szCs w:val="21"/>
        </w:rPr>
        <w:t>画像診断レポート委員会</w:t>
      </w:r>
    </w:p>
    <w:p w14:paraId="436B35E2" w14:textId="77777777" w:rsidR="007F7FBC" w:rsidRPr="00416285" w:rsidRDefault="007F7FBC" w:rsidP="00704501">
      <w:pPr>
        <w:jc w:val="center"/>
        <w:rPr>
          <w:rFonts w:ascii="ＭＳ ゴシック" w:eastAsia="ＭＳ ゴシック" w:hAnsi="ＭＳ ゴシック"/>
        </w:rPr>
      </w:pPr>
    </w:p>
    <w:p w14:paraId="02FEF439" w14:textId="77777777" w:rsidR="00704501" w:rsidRPr="00A5228C" w:rsidRDefault="00704501" w:rsidP="00704501">
      <w:pPr>
        <w:jc w:val="center"/>
        <w:rPr>
          <w:rFonts w:ascii="ＭＳ ゴシック" w:eastAsia="ＭＳ ゴシック" w:hAnsi="ＭＳ ゴシック"/>
          <w:b/>
        </w:rPr>
      </w:pPr>
      <w:r w:rsidRPr="00A5228C">
        <w:rPr>
          <w:rFonts w:ascii="ＭＳ ゴシック" w:eastAsia="ＭＳ ゴシック" w:hAnsi="ＭＳ ゴシック" w:hint="eastAsia"/>
          <w:b/>
        </w:rPr>
        <w:t>改版履歴</w:t>
      </w:r>
    </w:p>
    <w:tbl>
      <w:tblPr>
        <w:tblStyle w:val="a4"/>
        <w:tblW w:w="8750" w:type="dxa"/>
        <w:tblLook w:val="01E0" w:firstRow="1" w:lastRow="1" w:firstColumn="1" w:lastColumn="1" w:noHBand="0" w:noVBand="0"/>
      </w:tblPr>
      <w:tblGrid>
        <w:gridCol w:w="922"/>
        <w:gridCol w:w="1738"/>
        <w:gridCol w:w="3544"/>
        <w:gridCol w:w="2546"/>
      </w:tblGrid>
      <w:tr w:rsidR="00704501" w:rsidRPr="00A5228C" w14:paraId="26840C43" w14:textId="77777777" w:rsidTr="0052058E">
        <w:trPr>
          <w:cantSplit/>
        </w:trPr>
        <w:tc>
          <w:tcPr>
            <w:tcW w:w="922" w:type="dxa"/>
            <w:shd w:val="clear" w:color="auto" w:fill="E6E6E6"/>
          </w:tcPr>
          <w:p w14:paraId="09EBEF60" w14:textId="77777777" w:rsidR="00704501" w:rsidRPr="00A5228C" w:rsidRDefault="00704501" w:rsidP="00704501">
            <w:pPr>
              <w:jc w:val="center"/>
              <w:rPr>
                <w:rFonts w:ascii="ＭＳ ゴシック" w:eastAsia="ＭＳ ゴシック" w:hAnsi="ＭＳ ゴシック"/>
              </w:rPr>
            </w:pPr>
            <w:r w:rsidRPr="00A5228C">
              <w:rPr>
                <w:rFonts w:ascii="ＭＳ ゴシック" w:eastAsia="ＭＳ ゴシック" w:hAnsi="ＭＳ ゴシック" w:hint="eastAsia"/>
              </w:rPr>
              <w:t>版数</w:t>
            </w:r>
          </w:p>
        </w:tc>
        <w:tc>
          <w:tcPr>
            <w:tcW w:w="1738" w:type="dxa"/>
            <w:shd w:val="clear" w:color="auto" w:fill="E6E6E6"/>
          </w:tcPr>
          <w:p w14:paraId="3B4ADFFD" w14:textId="77777777" w:rsidR="00704501" w:rsidRPr="00A5228C" w:rsidRDefault="00704501" w:rsidP="00704501">
            <w:pPr>
              <w:jc w:val="center"/>
              <w:rPr>
                <w:rFonts w:ascii="ＭＳ ゴシック" w:eastAsia="ＭＳ ゴシック" w:hAnsi="ＭＳ ゴシック"/>
              </w:rPr>
            </w:pPr>
            <w:r w:rsidRPr="00A5228C">
              <w:rPr>
                <w:rFonts w:ascii="ＭＳ ゴシック" w:eastAsia="ＭＳ ゴシック" w:hAnsi="ＭＳ ゴシック" w:hint="eastAsia"/>
              </w:rPr>
              <w:t>作成年月日</w:t>
            </w:r>
          </w:p>
        </w:tc>
        <w:tc>
          <w:tcPr>
            <w:tcW w:w="3544" w:type="dxa"/>
            <w:shd w:val="clear" w:color="auto" w:fill="E6E6E6"/>
          </w:tcPr>
          <w:p w14:paraId="427FBA87" w14:textId="77777777" w:rsidR="00704501" w:rsidRPr="00A5228C" w:rsidRDefault="00704501" w:rsidP="00704501">
            <w:pPr>
              <w:jc w:val="center"/>
              <w:rPr>
                <w:rFonts w:ascii="ＭＳ ゴシック" w:eastAsia="ＭＳ ゴシック" w:hAnsi="ＭＳ ゴシック"/>
              </w:rPr>
            </w:pPr>
            <w:r w:rsidRPr="00A5228C">
              <w:rPr>
                <w:rFonts w:ascii="ＭＳ ゴシック" w:eastAsia="ＭＳ ゴシック" w:hAnsi="ＭＳ ゴシック" w:hint="eastAsia"/>
              </w:rPr>
              <w:t>改版理由</w:t>
            </w:r>
          </w:p>
        </w:tc>
        <w:tc>
          <w:tcPr>
            <w:tcW w:w="2546" w:type="dxa"/>
            <w:shd w:val="clear" w:color="auto" w:fill="E6E6E6"/>
          </w:tcPr>
          <w:p w14:paraId="39239E7E" w14:textId="77777777" w:rsidR="00704501" w:rsidRPr="00A5228C" w:rsidRDefault="00704501" w:rsidP="00704501">
            <w:pPr>
              <w:jc w:val="center"/>
              <w:rPr>
                <w:rFonts w:ascii="ＭＳ ゴシック" w:eastAsia="ＭＳ ゴシック" w:hAnsi="ＭＳ ゴシック"/>
              </w:rPr>
            </w:pPr>
            <w:r w:rsidRPr="00A5228C">
              <w:rPr>
                <w:rFonts w:ascii="ＭＳ ゴシック" w:eastAsia="ＭＳ ゴシック" w:hAnsi="ＭＳ ゴシック" w:hint="eastAsia"/>
              </w:rPr>
              <w:t>作成者</w:t>
            </w:r>
          </w:p>
        </w:tc>
      </w:tr>
      <w:tr w:rsidR="00704501" w:rsidRPr="00A5228C" w14:paraId="2A3BEE7B" w14:textId="77777777" w:rsidTr="0052058E">
        <w:trPr>
          <w:cantSplit/>
        </w:trPr>
        <w:tc>
          <w:tcPr>
            <w:tcW w:w="922" w:type="dxa"/>
          </w:tcPr>
          <w:p w14:paraId="32D71A91" w14:textId="77777777" w:rsidR="00704501" w:rsidRPr="00A5228C" w:rsidRDefault="00CF313A" w:rsidP="0070450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1.0</w:t>
            </w:r>
          </w:p>
        </w:tc>
        <w:tc>
          <w:tcPr>
            <w:tcW w:w="1738" w:type="dxa"/>
          </w:tcPr>
          <w:p w14:paraId="0122F74F" w14:textId="5B515559" w:rsidR="00704501" w:rsidRPr="00A5228C" w:rsidRDefault="00704501" w:rsidP="009B435F">
            <w:pPr>
              <w:rPr>
                <w:rFonts w:ascii="ＭＳ ゴシック" w:eastAsia="ＭＳ ゴシック" w:hAnsi="ＭＳ ゴシック"/>
              </w:rPr>
            </w:pPr>
            <w:r w:rsidRPr="00A5228C">
              <w:rPr>
                <w:rFonts w:ascii="ＭＳ ゴシック" w:eastAsia="ＭＳ ゴシック" w:hAnsi="ＭＳ ゴシック" w:hint="eastAsia"/>
              </w:rPr>
              <w:t>20</w:t>
            </w:r>
            <w:r w:rsidR="00543C2D">
              <w:rPr>
                <w:rFonts w:ascii="ＭＳ ゴシック" w:eastAsia="ＭＳ ゴシック" w:hAnsi="ＭＳ ゴシック"/>
              </w:rPr>
              <w:t>21</w:t>
            </w:r>
            <w:r w:rsidRPr="00A5228C">
              <w:rPr>
                <w:rFonts w:ascii="ＭＳ ゴシック" w:eastAsia="ＭＳ ゴシック" w:hAnsi="ＭＳ ゴシック" w:hint="eastAsia"/>
              </w:rPr>
              <w:t>年</w:t>
            </w:r>
            <w:r w:rsidR="0052058E">
              <w:rPr>
                <w:rFonts w:ascii="ＭＳ ゴシック" w:eastAsia="ＭＳ ゴシック" w:hAnsi="ＭＳ ゴシック" w:hint="eastAsia"/>
              </w:rPr>
              <w:t>7</w:t>
            </w:r>
            <w:r w:rsidRPr="00A5228C">
              <w:rPr>
                <w:rFonts w:ascii="ＭＳ ゴシック" w:eastAsia="ＭＳ ゴシック" w:hAnsi="ＭＳ ゴシック" w:hint="eastAsia"/>
              </w:rPr>
              <w:t>月</w:t>
            </w:r>
            <w:r w:rsidR="0052058E">
              <w:rPr>
                <w:rFonts w:ascii="ＭＳ ゴシック" w:eastAsia="ＭＳ ゴシック" w:hAnsi="ＭＳ ゴシック"/>
              </w:rPr>
              <w:t>1</w:t>
            </w:r>
            <w:r w:rsidRPr="00A5228C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3544" w:type="dxa"/>
          </w:tcPr>
          <w:p w14:paraId="357641E1" w14:textId="77777777" w:rsidR="00704501" w:rsidRPr="00A5228C" w:rsidRDefault="00704501" w:rsidP="00124109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</w:rPr>
            </w:pPr>
            <w:r w:rsidRPr="00A5228C">
              <w:rPr>
                <w:rFonts w:ascii="ＭＳ ゴシック" w:eastAsia="ＭＳ ゴシック" w:hAnsi="ＭＳ ゴシック" w:hint="eastAsia"/>
              </w:rPr>
              <w:t>新規作成</w:t>
            </w:r>
          </w:p>
        </w:tc>
        <w:tc>
          <w:tcPr>
            <w:tcW w:w="2546" w:type="dxa"/>
          </w:tcPr>
          <w:p w14:paraId="14CA26B7" w14:textId="63CD6FD6" w:rsidR="00704501" w:rsidRPr="00A5228C" w:rsidRDefault="0052058E" w:rsidP="0070450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画像診断レポート委員会</w:t>
            </w:r>
          </w:p>
        </w:tc>
      </w:tr>
      <w:tr w:rsidR="003443DB" w:rsidRPr="00A5228C" w14:paraId="10F6E25F" w14:textId="77777777" w:rsidTr="0052058E">
        <w:trPr>
          <w:cantSplit/>
          <w:trHeight w:val="10775"/>
        </w:trPr>
        <w:tc>
          <w:tcPr>
            <w:tcW w:w="922" w:type="dxa"/>
          </w:tcPr>
          <w:p w14:paraId="36DE9641" w14:textId="77777777" w:rsidR="003443DB" w:rsidRPr="00A5228C" w:rsidRDefault="003443DB" w:rsidP="008437C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8" w:type="dxa"/>
          </w:tcPr>
          <w:p w14:paraId="143707F8" w14:textId="77777777" w:rsidR="003443DB" w:rsidRPr="00A5228C" w:rsidRDefault="003443DB" w:rsidP="00806B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44" w:type="dxa"/>
          </w:tcPr>
          <w:p w14:paraId="1E396C18" w14:textId="77777777" w:rsidR="003443DB" w:rsidRPr="00A5228C" w:rsidRDefault="003443DB" w:rsidP="000611B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46" w:type="dxa"/>
          </w:tcPr>
          <w:p w14:paraId="1BF494A3" w14:textId="77777777" w:rsidR="003443DB" w:rsidRPr="00A5228C" w:rsidRDefault="003443DB" w:rsidP="0070450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6A570FFB" w14:textId="77777777" w:rsidR="007F7FBC" w:rsidRPr="00A5228C" w:rsidRDefault="007F7FBC" w:rsidP="00137FB5">
      <w:pPr>
        <w:jc w:val="center"/>
        <w:rPr>
          <w:rFonts w:ascii="ＭＳ ゴシック" w:eastAsia="ＭＳ ゴシック" w:hAnsi="ＭＳ ゴシック"/>
        </w:rPr>
      </w:pPr>
    </w:p>
    <w:p w14:paraId="290CF63D" w14:textId="77777777" w:rsidR="007F7FBC" w:rsidRPr="00A5228C" w:rsidRDefault="007F7FBC" w:rsidP="00137FB5">
      <w:pPr>
        <w:jc w:val="center"/>
        <w:rPr>
          <w:rFonts w:ascii="ＭＳ ゴシック" w:eastAsia="ＭＳ ゴシック" w:hAnsi="ＭＳ ゴシック"/>
        </w:rPr>
      </w:pPr>
    </w:p>
    <w:p w14:paraId="714F44C5" w14:textId="77777777" w:rsidR="0090081E" w:rsidRPr="00A5228C" w:rsidRDefault="00704501" w:rsidP="00137FB5">
      <w:pPr>
        <w:jc w:val="center"/>
        <w:rPr>
          <w:rFonts w:ascii="ＭＳ ゴシック" w:eastAsia="ＭＳ ゴシック" w:hAnsi="ＭＳ ゴシック"/>
          <w:b/>
        </w:rPr>
      </w:pPr>
      <w:r w:rsidRPr="00A5228C">
        <w:rPr>
          <w:rFonts w:ascii="ＭＳ ゴシック" w:eastAsia="ＭＳ ゴシック" w:hAnsi="ＭＳ ゴシック" w:hint="eastAsia"/>
          <w:b/>
        </w:rPr>
        <w:lastRenderedPageBreak/>
        <w:t>目次</w:t>
      </w:r>
    </w:p>
    <w:p w14:paraId="3532AB62" w14:textId="77777777" w:rsidR="00721B8A" w:rsidRDefault="008649EF">
      <w:pPr>
        <w:pStyle w:val="10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r w:rsidRPr="00A5228C">
        <w:rPr>
          <w:rFonts w:ascii="ＭＳ ゴシック" w:eastAsia="ＭＳ ゴシック" w:hAnsi="ＭＳ ゴシック"/>
        </w:rPr>
        <w:fldChar w:fldCharType="begin"/>
      </w:r>
      <w:r w:rsidR="002935F4" w:rsidRPr="00A5228C">
        <w:rPr>
          <w:rFonts w:ascii="ＭＳ ゴシック" w:eastAsia="ＭＳ ゴシック" w:hAnsi="ＭＳ ゴシック"/>
        </w:rPr>
        <w:instrText xml:space="preserve"> TOC \o "1-5" \h \z \u </w:instrText>
      </w:r>
      <w:r w:rsidRPr="00A5228C">
        <w:rPr>
          <w:rFonts w:ascii="ＭＳ ゴシック" w:eastAsia="ＭＳ ゴシック" w:hAnsi="ＭＳ ゴシック"/>
        </w:rPr>
        <w:fldChar w:fldCharType="separate"/>
      </w:r>
      <w:hyperlink w:anchor="_Toc76391859" w:history="1">
        <w:r w:rsidR="00721B8A" w:rsidRPr="00A06157">
          <w:rPr>
            <w:rStyle w:val="a8"/>
            <w:rFonts w:hint="eastAsia"/>
            <w:noProof/>
          </w:rPr>
          <w:t>1</w:t>
        </w:r>
        <w:r w:rsidR="00721B8A" w:rsidRPr="00A06157">
          <w:rPr>
            <w:rStyle w:val="a8"/>
            <w:rFonts w:hint="eastAsia"/>
            <w:noProof/>
          </w:rPr>
          <w:t>．</w:t>
        </w:r>
        <w:r w:rsidR="00721B8A" w:rsidRPr="00A06157">
          <w:rPr>
            <w:rStyle w:val="a8"/>
            <w:rFonts w:hint="eastAsia"/>
            <w:noProof/>
          </w:rPr>
          <w:t xml:space="preserve"> </w:t>
        </w:r>
        <w:r w:rsidR="00721B8A" w:rsidRPr="00A06157">
          <w:rPr>
            <w:rStyle w:val="a8"/>
            <w:rFonts w:hint="eastAsia"/>
            <w:noProof/>
          </w:rPr>
          <w:t>概要</w:t>
        </w:r>
        <w:r w:rsidR="00721B8A">
          <w:rPr>
            <w:noProof/>
            <w:webHidden/>
          </w:rPr>
          <w:tab/>
        </w:r>
        <w:r w:rsidR="00721B8A">
          <w:rPr>
            <w:noProof/>
            <w:webHidden/>
          </w:rPr>
          <w:fldChar w:fldCharType="begin"/>
        </w:r>
        <w:r w:rsidR="00721B8A">
          <w:rPr>
            <w:noProof/>
            <w:webHidden/>
          </w:rPr>
          <w:instrText xml:space="preserve"> PAGEREF _Toc76391859 \h </w:instrText>
        </w:r>
        <w:r w:rsidR="00721B8A">
          <w:rPr>
            <w:noProof/>
            <w:webHidden/>
          </w:rPr>
        </w:r>
        <w:r w:rsidR="00721B8A">
          <w:rPr>
            <w:noProof/>
            <w:webHidden/>
          </w:rPr>
          <w:fldChar w:fldCharType="separate"/>
        </w:r>
        <w:r w:rsidR="00721B8A">
          <w:rPr>
            <w:noProof/>
            <w:webHidden/>
          </w:rPr>
          <w:t>4</w:t>
        </w:r>
        <w:r w:rsidR="00721B8A">
          <w:rPr>
            <w:noProof/>
            <w:webHidden/>
          </w:rPr>
          <w:fldChar w:fldCharType="end"/>
        </w:r>
      </w:hyperlink>
    </w:p>
    <w:p w14:paraId="73E58F43" w14:textId="77777777" w:rsidR="00721B8A" w:rsidRDefault="00721B8A">
      <w:pPr>
        <w:pStyle w:val="10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76391860" w:history="1">
        <w:r w:rsidRPr="00A06157">
          <w:rPr>
            <w:rStyle w:val="a8"/>
            <w:rFonts w:hint="eastAsia"/>
            <w:noProof/>
          </w:rPr>
          <w:t>2</w:t>
        </w:r>
        <w:r w:rsidRPr="00A06157">
          <w:rPr>
            <w:rStyle w:val="a8"/>
            <w:rFonts w:hint="eastAsia"/>
            <w:noProof/>
          </w:rPr>
          <w:t>．</w:t>
        </w:r>
        <w:r w:rsidRPr="00A06157">
          <w:rPr>
            <w:rStyle w:val="a8"/>
            <w:rFonts w:hint="eastAsia"/>
            <w:noProof/>
          </w:rPr>
          <w:t xml:space="preserve"> </w:t>
        </w:r>
        <w:r w:rsidRPr="00A06157">
          <w:rPr>
            <w:rStyle w:val="a8"/>
            <w:rFonts w:hint="eastAsia"/>
            <w:noProof/>
          </w:rPr>
          <w:t>動作環境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_Toc76391860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8B5F42D" w14:textId="77777777" w:rsidR="00721B8A" w:rsidRDefault="00721B8A">
      <w:pPr>
        <w:pStyle w:val="10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76391861" w:history="1">
        <w:r w:rsidRPr="00A06157">
          <w:rPr>
            <w:rStyle w:val="a8"/>
            <w:rFonts w:hint="eastAsia"/>
            <w:noProof/>
          </w:rPr>
          <w:t>3</w:t>
        </w:r>
        <w:r w:rsidRPr="00A06157">
          <w:rPr>
            <w:rStyle w:val="a8"/>
            <w:rFonts w:hint="eastAsia"/>
            <w:noProof/>
          </w:rPr>
          <w:t>．</w:t>
        </w:r>
        <w:r w:rsidRPr="00A06157">
          <w:rPr>
            <w:rStyle w:val="a8"/>
            <w:rFonts w:hint="eastAsia"/>
            <w:noProof/>
          </w:rPr>
          <w:t xml:space="preserve"> </w:t>
        </w:r>
        <w:r w:rsidRPr="00A06157">
          <w:rPr>
            <w:rStyle w:val="a8"/>
            <w:rFonts w:hint="eastAsia"/>
            <w:noProof/>
          </w:rPr>
          <w:t>インストール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_Toc76391861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7653F7D" w14:textId="77777777" w:rsidR="00721B8A" w:rsidRDefault="00721B8A">
      <w:pPr>
        <w:pStyle w:val="20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76391862" w:history="1">
        <w:r w:rsidRPr="00A06157">
          <w:rPr>
            <w:rStyle w:val="a8"/>
            <w:rFonts w:hint="eastAsia"/>
            <w:noProof/>
          </w:rPr>
          <w:t>3</w:t>
        </w:r>
        <w:r w:rsidRPr="00A06157">
          <w:rPr>
            <w:rStyle w:val="a8"/>
            <w:rFonts w:hint="eastAsia"/>
            <w:noProof/>
          </w:rPr>
          <w:t>．</w:t>
        </w:r>
        <w:r w:rsidRPr="00A06157">
          <w:rPr>
            <w:rStyle w:val="a8"/>
            <w:rFonts w:hint="eastAsia"/>
            <w:noProof/>
          </w:rPr>
          <w:t>1</w:t>
        </w:r>
        <w:r w:rsidRPr="00A06157">
          <w:rPr>
            <w:rStyle w:val="a8"/>
            <w:rFonts w:hint="eastAsia"/>
            <w:noProof/>
          </w:rPr>
          <w:t>．</w:t>
        </w:r>
        <w:r w:rsidRPr="00A06157">
          <w:rPr>
            <w:rStyle w:val="a8"/>
            <w:noProof/>
          </w:rPr>
          <w:t xml:space="preserve"> ZIP</w:t>
        </w:r>
        <w:r w:rsidRPr="00A06157">
          <w:rPr>
            <w:rStyle w:val="a8"/>
            <w:rFonts w:hint="eastAsia"/>
            <w:noProof/>
          </w:rPr>
          <w:t>ファイルの展開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_Toc76391862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241496B" w14:textId="77777777" w:rsidR="00721B8A" w:rsidRDefault="00721B8A">
      <w:pPr>
        <w:pStyle w:val="10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76391863" w:history="1">
        <w:r w:rsidRPr="00A06157">
          <w:rPr>
            <w:rStyle w:val="a8"/>
            <w:rFonts w:hint="eastAsia"/>
            <w:noProof/>
          </w:rPr>
          <w:t>4</w:t>
        </w:r>
        <w:r w:rsidRPr="00A06157">
          <w:rPr>
            <w:rStyle w:val="a8"/>
            <w:rFonts w:hint="eastAsia"/>
            <w:noProof/>
          </w:rPr>
          <w:t>．</w:t>
        </w:r>
        <w:r w:rsidRPr="00A06157">
          <w:rPr>
            <w:rStyle w:val="a8"/>
            <w:rFonts w:hint="eastAsia"/>
            <w:noProof/>
          </w:rPr>
          <w:t xml:space="preserve"> </w:t>
        </w:r>
        <w:r w:rsidRPr="00A06157">
          <w:rPr>
            <w:rStyle w:val="a8"/>
            <w:rFonts w:hint="eastAsia"/>
            <w:noProof/>
          </w:rPr>
          <w:t>アンインストール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_Toc76391863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DAA71C0" w14:textId="77777777" w:rsidR="00721B8A" w:rsidRDefault="00721B8A">
      <w:pPr>
        <w:pStyle w:val="20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76391864" w:history="1">
        <w:r w:rsidRPr="00A06157">
          <w:rPr>
            <w:rStyle w:val="a8"/>
            <w:rFonts w:hint="eastAsia"/>
            <w:noProof/>
          </w:rPr>
          <w:t>4</w:t>
        </w:r>
        <w:r w:rsidRPr="00A06157">
          <w:rPr>
            <w:rStyle w:val="a8"/>
            <w:rFonts w:hint="eastAsia"/>
            <w:noProof/>
          </w:rPr>
          <w:t>．</w:t>
        </w:r>
        <w:r w:rsidRPr="00A06157">
          <w:rPr>
            <w:rStyle w:val="a8"/>
            <w:rFonts w:hint="eastAsia"/>
            <w:noProof/>
          </w:rPr>
          <w:t>1</w:t>
        </w:r>
        <w:r w:rsidRPr="00A06157">
          <w:rPr>
            <w:rStyle w:val="a8"/>
            <w:rFonts w:hint="eastAsia"/>
            <w:noProof/>
          </w:rPr>
          <w:t>．</w:t>
        </w:r>
        <w:r w:rsidRPr="00A06157">
          <w:rPr>
            <w:rStyle w:val="a8"/>
            <w:rFonts w:hint="eastAsia"/>
            <w:noProof/>
          </w:rPr>
          <w:t xml:space="preserve"> </w:t>
        </w:r>
        <w:r w:rsidRPr="00A06157">
          <w:rPr>
            <w:rStyle w:val="a8"/>
            <w:rFonts w:hint="eastAsia"/>
            <w:noProof/>
          </w:rPr>
          <w:t>アンインストール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_Toc76391864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EDAB175" w14:textId="77777777" w:rsidR="00721B8A" w:rsidRDefault="00721B8A">
      <w:pPr>
        <w:pStyle w:val="10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76391865" w:history="1">
        <w:r w:rsidRPr="00A06157">
          <w:rPr>
            <w:rStyle w:val="a8"/>
            <w:rFonts w:hint="eastAsia"/>
            <w:noProof/>
          </w:rPr>
          <w:t>5</w:t>
        </w:r>
        <w:r w:rsidRPr="00A06157">
          <w:rPr>
            <w:rStyle w:val="a8"/>
            <w:rFonts w:hint="eastAsia"/>
            <w:noProof/>
          </w:rPr>
          <w:t>．</w:t>
        </w:r>
        <w:r w:rsidRPr="00A06157">
          <w:rPr>
            <w:rStyle w:val="a8"/>
            <w:rFonts w:hint="eastAsia"/>
            <w:noProof/>
          </w:rPr>
          <w:t xml:space="preserve"> </w:t>
        </w:r>
        <w:r w:rsidRPr="00A06157">
          <w:rPr>
            <w:rStyle w:val="a8"/>
            <w:rFonts w:hint="eastAsia"/>
            <w:noProof/>
          </w:rPr>
          <w:t>環境設定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_Toc76391865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6D6C61F" w14:textId="77777777" w:rsidR="00721B8A" w:rsidRDefault="00721B8A">
      <w:pPr>
        <w:pStyle w:val="20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76391866" w:history="1">
        <w:r w:rsidRPr="00A06157">
          <w:rPr>
            <w:rStyle w:val="a8"/>
            <w:rFonts w:hint="eastAsia"/>
            <w:noProof/>
          </w:rPr>
          <w:t>5</w:t>
        </w:r>
        <w:r w:rsidRPr="00A06157">
          <w:rPr>
            <w:rStyle w:val="a8"/>
            <w:rFonts w:hint="eastAsia"/>
            <w:noProof/>
          </w:rPr>
          <w:t>．</w:t>
        </w:r>
        <w:r w:rsidRPr="00A06157">
          <w:rPr>
            <w:rStyle w:val="a8"/>
            <w:rFonts w:hint="eastAsia"/>
            <w:noProof/>
          </w:rPr>
          <w:t>1</w:t>
        </w:r>
        <w:r w:rsidRPr="00A06157">
          <w:rPr>
            <w:rStyle w:val="a8"/>
            <w:rFonts w:hint="eastAsia"/>
            <w:noProof/>
          </w:rPr>
          <w:t>．</w:t>
        </w:r>
        <w:r w:rsidRPr="00A06157">
          <w:rPr>
            <w:rStyle w:val="a8"/>
            <w:noProof/>
          </w:rPr>
          <w:t xml:space="preserve"> CSV</w:t>
        </w:r>
        <w:r w:rsidRPr="00A06157">
          <w:rPr>
            <w:rStyle w:val="a8"/>
            <w:rFonts w:hint="eastAsia"/>
            <w:noProof/>
          </w:rPr>
          <w:t>データ項目定義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_Toc76391866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87B6D67" w14:textId="77777777" w:rsidR="00721B8A" w:rsidRDefault="00721B8A">
      <w:pPr>
        <w:pStyle w:val="20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76391867" w:history="1">
        <w:r w:rsidRPr="00A06157">
          <w:rPr>
            <w:rStyle w:val="a8"/>
            <w:rFonts w:hint="eastAsia"/>
            <w:noProof/>
          </w:rPr>
          <w:t>5</w:t>
        </w:r>
        <w:r w:rsidRPr="00A06157">
          <w:rPr>
            <w:rStyle w:val="a8"/>
            <w:rFonts w:hint="eastAsia"/>
            <w:noProof/>
          </w:rPr>
          <w:t>．</w:t>
        </w:r>
        <w:r w:rsidRPr="00A06157">
          <w:rPr>
            <w:rStyle w:val="a8"/>
            <w:rFonts w:hint="eastAsia"/>
            <w:noProof/>
          </w:rPr>
          <w:t>2</w:t>
        </w:r>
        <w:r w:rsidRPr="00A06157">
          <w:rPr>
            <w:rStyle w:val="a8"/>
            <w:rFonts w:hint="eastAsia"/>
            <w:noProof/>
          </w:rPr>
          <w:t>．</w:t>
        </w:r>
        <w:r w:rsidRPr="00A06157">
          <w:rPr>
            <w:rStyle w:val="a8"/>
            <w:rFonts w:hint="eastAsia"/>
            <w:noProof/>
          </w:rPr>
          <w:t xml:space="preserve"> </w:t>
        </w:r>
        <w:r w:rsidRPr="00A06157">
          <w:rPr>
            <w:rStyle w:val="a8"/>
            <w:rFonts w:hint="eastAsia"/>
            <w:noProof/>
          </w:rPr>
          <w:t>ログ出力の設定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_Toc76391867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220CF99" w14:textId="77777777" w:rsidR="00721B8A" w:rsidRDefault="00721B8A">
      <w:pPr>
        <w:pStyle w:val="20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76391868" w:history="1">
        <w:r w:rsidRPr="00A06157">
          <w:rPr>
            <w:rStyle w:val="a8"/>
            <w:rFonts w:hint="eastAsia"/>
            <w:noProof/>
          </w:rPr>
          <w:t>5</w:t>
        </w:r>
        <w:r w:rsidRPr="00A06157">
          <w:rPr>
            <w:rStyle w:val="a8"/>
            <w:rFonts w:hint="eastAsia"/>
            <w:noProof/>
          </w:rPr>
          <w:t>．</w:t>
        </w:r>
        <w:r w:rsidRPr="00A06157">
          <w:rPr>
            <w:rStyle w:val="a8"/>
            <w:rFonts w:hint="eastAsia"/>
            <w:noProof/>
          </w:rPr>
          <w:t>3</w:t>
        </w:r>
        <w:r w:rsidRPr="00A06157">
          <w:rPr>
            <w:rStyle w:val="a8"/>
            <w:rFonts w:hint="eastAsia"/>
            <w:noProof/>
          </w:rPr>
          <w:t>．</w:t>
        </w:r>
        <w:r w:rsidRPr="00A06157">
          <w:rPr>
            <w:rStyle w:val="a8"/>
            <w:noProof/>
          </w:rPr>
          <w:t xml:space="preserve"> CDA</w:t>
        </w:r>
        <w:r w:rsidRPr="00A06157">
          <w:rPr>
            <w:rStyle w:val="a8"/>
            <w:rFonts w:hint="eastAsia"/>
            <w:noProof/>
          </w:rPr>
          <w:t>出力値設定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_Toc76391868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FC90FDA" w14:textId="77777777" w:rsidR="00721B8A" w:rsidRDefault="00721B8A">
      <w:pPr>
        <w:pStyle w:val="10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76391869" w:history="1">
        <w:r w:rsidRPr="00A06157">
          <w:rPr>
            <w:rStyle w:val="a8"/>
            <w:rFonts w:hint="eastAsia"/>
            <w:noProof/>
          </w:rPr>
          <w:t>6</w:t>
        </w:r>
        <w:r w:rsidRPr="00A06157">
          <w:rPr>
            <w:rStyle w:val="a8"/>
            <w:rFonts w:hint="eastAsia"/>
            <w:noProof/>
          </w:rPr>
          <w:t>．</w:t>
        </w:r>
        <w:r w:rsidRPr="00A06157">
          <w:rPr>
            <w:rStyle w:val="a8"/>
            <w:rFonts w:hint="eastAsia"/>
            <w:noProof/>
          </w:rPr>
          <w:t xml:space="preserve"> </w:t>
        </w:r>
        <w:r w:rsidRPr="00A06157">
          <w:rPr>
            <w:rStyle w:val="a8"/>
            <w:rFonts w:hint="eastAsia"/>
            <w:noProof/>
          </w:rPr>
          <w:t>ライセンス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_Toc76391869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AD4314C" w14:textId="77777777" w:rsidR="00704501" w:rsidRPr="00A5228C" w:rsidRDefault="008649EF" w:rsidP="00704501">
      <w:pPr>
        <w:rPr>
          <w:rFonts w:ascii="ＭＳ ゴシック" w:eastAsia="ＭＳ ゴシック" w:hAnsi="ＭＳ ゴシック"/>
        </w:rPr>
      </w:pPr>
      <w:r w:rsidRPr="00A5228C">
        <w:rPr>
          <w:rFonts w:ascii="ＭＳ ゴシック" w:eastAsia="ＭＳ ゴシック" w:hAnsi="ＭＳ ゴシック"/>
        </w:rPr>
        <w:fldChar w:fldCharType="end"/>
      </w:r>
      <w:r w:rsidR="0090081E" w:rsidRPr="00A5228C">
        <w:rPr>
          <w:rFonts w:ascii="ＭＳ ゴシック" w:eastAsia="ＭＳ ゴシック" w:hAnsi="ＭＳ ゴシック"/>
        </w:rPr>
        <w:br w:type="page"/>
      </w:r>
      <w:bookmarkStart w:id="0" w:name="_GoBack"/>
      <w:bookmarkEnd w:id="0"/>
    </w:p>
    <w:p w14:paraId="5973E3C9" w14:textId="77777777" w:rsidR="00704501" w:rsidRPr="000D14E9" w:rsidRDefault="00704501" w:rsidP="000D14E9">
      <w:pPr>
        <w:pStyle w:val="116pt1"/>
        <w:rPr>
          <w:szCs w:val="32"/>
        </w:rPr>
      </w:pPr>
      <w:bookmarkStart w:id="1" w:name="_Toc76391859"/>
      <w:r w:rsidRPr="000D14E9">
        <w:rPr>
          <w:rFonts w:hint="eastAsia"/>
        </w:rPr>
        <w:lastRenderedPageBreak/>
        <w:t>概要</w:t>
      </w:r>
      <w:bookmarkEnd w:id="1"/>
    </w:p>
    <w:p w14:paraId="4DF6722E" w14:textId="76D61484" w:rsidR="0090081E" w:rsidRDefault="000B0DB9" w:rsidP="000B0DB9">
      <w:pPr>
        <w:ind w:firstLineChars="100" w:firstLine="210"/>
        <w:rPr>
          <w:rFonts w:ascii="ＭＳ ゴシック" w:eastAsia="ＭＳ ゴシック" w:hAnsi="ＭＳ ゴシック"/>
        </w:rPr>
      </w:pPr>
      <w:r w:rsidRPr="000B0DB9">
        <w:rPr>
          <w:rFonts w:ascii="ＭＳ ゴシック" w:eastAsia="ＭＳ ゴシック" w:hAnsi="ＭＳ ゴシック" w:hint="eastAsia"/>
        </w:rPr>
        <w:t>本インストール手順書では、</w:t>
      </w:r>
      <w:r w:rsidR="00F96693" w:rsidRPr="00A5228C">
        <w:rPr>
          <w:rFonts w:ascii="ＭＳ ゴシック" w:eastAsia="ＭＳ ゴシック" w:hAnsi="ＭＳ ゴシック" w:hint="eastAsia"/>
        </w:rPr>
        <w:t>『</w:t>
      </w:r>
      <w:r w:rsidR="00372ADC" w:rsidRPr="00372ADC">
        <w:rPr>
          <w:rFonts w:ascii="ＭＳ ゴシック" w:eastAsia="ＭＳ ゴシック" w:hAnsi="ＭＳ ゴシック" w:hint="eastAsia"/>
        </w:rPr>
        <w:t xml:space="preserve">JIRA放射線画像診断レポート交換ガイドライン </w:t>
      </w:r>
      <w:r w:rsidR="0045354D">
        <w:rPr>
          <w:rFonts w:ascii="ＭＳ ゴシック" w:eastAsia="ＭＳ ゴシック" w:hAnsi="ＭＳ ゴシック"/>
        </w:rPr>
        <w:t>CSV</w:t>
      </w:r>
      <w:r w:rsidR="0045354D">
        <w:rPr>
          <w:rFonts w:ascii="ＭＳ ゴシック" w:eastAsia="ＭＳ ゴシック" w:hAnsi="ＭＳ ゴシック" w:hint="eastAsia"/>
        </w:rPr>
        <w:t>ファイル</w:t>
      </w:r>
      <w:r w:rsidR="003906B0" w:rsidRPr="003906B0">
        <w:rPr>
          <w:rFonts w:ascii="ＭＳ ゴシック" w:eastAsia="ＭＳ ゴシック" w:hAnsi="ＭＳ ゴシック" w:hint="eastAsia"/>
        </w:rPr>
        <w:t>CDA</w:t>
      </w:r>
      <w:r w:rsidR="0045354D">
        <w:rPr>
          <w:rFonts w:ascii="ＭＳ ゴシック" w:eastAsia="ＭＳ ゴシック" w:hAnsi="ＭＳ ゴシック" w:hint="eastAsia"/>
        </w:rPr>
        <w:t>変換</w:t>
      </w:r>
      <w:r w:rsidR="003906B0" w:rsidRPr="003906B0">
        <w:rPr>
          <w:rFonts w:ascii="ＭＳ ゴシック" w:eastAsia="ＭＳ ゴシック" w:hAnsi="ＭＳ ゴシック" w:hint="eastAsia"/>
        </w:rPr>
        <w:t>ツール</w:t>
      </w:r>
      <w:r w:rsidR="00F96693" w:rsidRPr="00A5228C">
        <w:rPr>
          <w:rFonts w:ascii="ＭＳ ゴシック" w:eastAsia="ＭＳ ゴシック" w:hAnsi="ＭＳ ゴシック" w:hint="eastAsia"/>
        </w:rPr>
        <w:t>』</w:t>
      </w:r>
      <w:r w:rsidRPr="000B0DB9">
        <w:rPr>
          <w:rFonts w:ascii="ＭＳ ゴシック" w:eastAsia="ＭＳ ゴシック" w:hAnsi="ＭＳ ゴシック" w:hint="eastAsia"/>
        </w:rPr>
        <w:t>をシステムにインストールする手順を説明します。</w:t>
      </w:r>
    </w:p>
    <w:p w14:paraId="02873897" w14:textId="77777777" w:rsidR="000B0DB9" w:rsidRPr="000B0DB9" w:rsidRDefault="000B0DB9" w:rsidP="000B0DB9">
      <w:pPr>
        <w:ind w:firstLineChars="100" w:firstLine="210"/>
        <w:rPr>
          <w:rFonts w:ascii="ＭＳ ゴシック" w:eastAsia="ＭＳ ゴシック" w:hAnsi="ＭＳ ゴシック"/>
        </w:rPr>
      </w:pPr>
    </w:p>
    <w:p w14:paraId="18929F39" w14:textId="77777777" w:rsidR="009C0A0D" w:rsidRPr="000D14E9" w:rsidRDefault="00424098" w:rsidP="000D14E9">
      <w:pPr>
        <w:pStyle w:val="116pt1"/>
      </w:pPr>
      <w:bookmarkStart w:id="2" w:name="_Toc76391860"/>
      <w:r>
        <w:rPr>
          <w:rFonts w:hint="eastAsia"/>
        </w:rPr>
        <w:t>動作環境</w:t>
      </w:r>
      <w:bookmarkEnd w:id="2"/>
    </w:p>
    <w:p w14:paraId="4BF3012F" w14:textId="77777777" w:rsidR="009C0A0D" w:rsidRPr="000D14E9" w:rsidRDefault="000B0DB9" w:rsidP="000D14E9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動作環境は以下の通りです。</w:t>
      </w:r>
    </w:p>
    <w:tbl>
      <w:tblPr>
        <w:tblStyle w:val="a4"/>
        <w:tblW w:w="0" w:type="auto"/>
        <w:jc w:val="center"/>
        <w:tblLook w:val="01E0" w:firstRow="1" w:lastRow="1" w:firstColumn="1" w:lastColumn="1" w:noHBand="0" w:noVBand="0"/>
      </w:tblPr>
      <w:tblGrid>
        <w:gridCol w:w="2916"/>
        <w:gridCol w:w="3745"/>
      </w:tblGrid>
      <w:tr w:rsidR="009C0A0D" w:rsidRPr="00A5228C" w14:paraId="1706F5F4" w14:textId="77777777" w:rsidTr="00AA7E1B">
        <w:trPr>
          <w:cantSplit/>
          <w:tblHeader/>
          <w:jc w:val="center"/>
        </w:trPr>
        <w:tc>
          <w:tcPr>
            <w:tcW w:w="2916" w:type="dxa"/>
            <w:shd w:val="clear" w:color="auto" w:fill="99CCFF"/>
          </w:tcPr>
          <w:p w14:paraId="448150C0" w14:textId="77777777" w:rsidR="009C0A0D" w:rsidRPr="00A5228C" w:rsidRDefault="009C0A0D" w:rsidP="009C0A0D">
            <w:pPr>
              <w:jc w:val="center"/>
              <w:rPr>
                <w:rFonts w:ascii="ＭＳ ゴシック" w:eastAsia="ＭＳ ゴシック" w:hAnsi="ＭＳ ゴシック"/>
              </w:rPr>
            </w:pPr>
            <w:r w:rsidRPr="00A5228C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3745" w:type="dxa"/>
            <w:shd w:val="clear" w:color="auto" w:fill="99CCFF"/>
          </w:tcPr>
          <w:p w14:paraId="3003A613" w14:textId="77777777" w:rsidR="009C0A0D" w:rsidRPr="00A5228C" w:rsidRDefault="009C0A0D" w:rsidP="009C0A0D">
            <w:pPr>
              <w:jc w:val="center"/>
              <w:rPr>
                <w:rFonts w:ascii="ＭＳ ゴシック" w:eastAsia="ＭＳ ゴシック" w:hAnsi="ＭＳ ゴシック"/>
              </w:rPr>
            </w:pPr>
            <w:r w:rsidRPr="00A5228C">
              <w:rPr>
                <w:rFonts w:ascii="ＭＳ ゴシック" w:eastAsia="ＭＳ ゴシック" w:hAnsi="ＭＳ ゴシック" w:hint="eastAsia"/>
              </w:rPr>
              <w:t>内容</w:t>
            </w:r>
          </w:p>
        </w:tc>
      </w:tr>
      <w:tr w:rsidR="009C0A0D" w:rsidRPr="00A5228C" w14:paraId="4A9F4225" w14:textId="77777777" w:rsidTr="00872032">
        <w:trPr>
          <w:cantSplit/>
          <w:jc w:val="center"/>
        </w:trPr>
        <w:tc>
          <w:tcPr>
            <w:tcW w:w="2916" w:type="dxa"/>
          </w:tcPr>
          <w:p w14:paraId="01165D53" w14:textId="77777777" w:rsidR="009C0A0D" w:rsidRPr="00A5228C" w:rsidRDefault="009C0A0D" w:rsidP="009C0A0D">
            <w:pPr>
              <w:rPr>
                <w:rFonts w:ascii="ＭＳ ゴシック" w:eastAsia="ＭＳ ゴシック" w:hAnsi="ＭＳ ゴシック"/>
              </w:rPr>
            </w:pPr>
            <w:r w:rsidRPr="00A5228C">
              <w:rPr>
                <w:rFonts w:ascii="ＭＳ ゴシック" w:eastAsia="ＭＳ ゴシック" w:hAnsi="ＭＳ ゴシック" w:hint="eastAsia"/>
              </w:rPr>
              <w:t>オペレーティングシステム</w:t>
            </w:r>
          </w:p>
        </w:tc>
        <w:tc>
          <w:tcPr>
            <w:tcW w:w="3745" w:type="dxa"/>
          </w:tcPr>
          <w:p w14:paraId="5206D7CC" w14:textId="163C8BDC" w:rsidR="009C0A0D" w:rsidRDefault="00301EBE" w:rsidP="009C0A0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Microsoft </w:t>
            </w:r>
            <w:r w:rsidR="009C0A0D" w:rsidRPr="00A5228C">
              <w:rPr>
                <w:rFonts w:ascii="ＭＳ ゴシック" w:eastAsia="ＭＳ ゴシック" w:hAnsi="ＭＳ ゴシック" w:hint="eastAsia"/>
              </w:rPr>
              <w:t xml:space="preserve">Windows </w:t>
            </w:r>
            <w:r w:rsidR="0045354D">
              <w:rPr>
                <w:rFonts w:ascii="ＭＳ ゴシック" w:eastAsia="ＭＳ ゴシック" w:hAnsi="ＭＳ ゴシック"/>
              </w:rPr>
              <w:t>10</w:t>
            </w:r>
          </w:p>
          <w:p w14:paraId="6B91921D" w14:textId="60FD6841" w:rsidR="00B13F29" w:rsidRPr="00A5228C" w:rsidRDefault="00B13F29" w:rsidP="009C0A0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Microsoft </w:t>
            </w:r>
            <w:r w:rsidRPr="00A5228C">
              <w:rPr>
                <w:rFonts w:ascii="ＭＳ ゴシック" w:eastAsia="ＭＳ ゴシック" w:hAnsi="ＭＳ ゴシック" w:hint="eastAsia"/>
              </w:rPr>
              <w:t xml:space="preserve">Windows </w:t>
            </w:r>
            <w:r w:rsidR="0045354D">
              <w:rPr>
                <w:rFonts w:ascii="ＭＳ ゴシック" w:eastAsia="ＭＳ ゴシック" w:hAnsi="ＭＳ ゴシック"/>
              </w:rPr>
              <w:t>Server 2016</w:t>
            </w:r>
          </w:p>
        </w:tc>
      </w:tr>
    </w:tbl>
    <w:p w14:paraId="131F79AE" w14:textId="77777777" w:rsidR="00CF313A" w:rsidRDefault="00CF313A" w:rsidP="00CF313A"/>
    <w:p w14:paraId="398BB984" w14:textId="77777777" w:rsidR="00301EBE" w:rsidRDefault="00301EBE" w:rsidP="00301EBE">
      <w:r>
        <w:rPr>
          <w:rFonts w:hint="eastAsia"/>
        </w:rPr>
        <w:t>※</w:t>
      </w:r>
      <w:r>
        <w:rPr>
          <w:rFonts w:hint="eastAsia"/>
        </w:rPr>
        <w:t xml:space="preserve"> Microsoft</w:t>
      </w:r>
      <w:r>
        <w:rPr>
          <w:rFonts w:hint="eastAsia"/>
        </w:rPr>
        <w:t>、</w:t>
      </w:r>
      <w:r>
        <w:rPr>
          <w:rFonts w:hint="eastAsia"/>
        </w:rPr>
        <w:t>Windows</w:t>
      </w:r>
      <w:r>
        <w:rPr>
          <w:rFonts w:hint="eastAsia"/>
        </w:rPr>
        <w:t>は、米国</w:t>
      </w:r>
      <w:r>
        <w:rPr>
          <w:rFonts w:hint="eastAsia"/>
        </w:rPr>
        <w:t xml:space="preserve"> Microsoft Corporation</w:t>
      </w:r>
      <w:r>
        <w:rPr>
          <w:rFonts w:hint="eastAsia"/>
        </w:rPr>
        <w:t>の米国およびその他の国における登録商標または商標です。</w:t>
      </w:r>
    </w:p>
    <w:p w14:paraId="4058C45C" w14:textId="77777777" w:rsidR="00301EBE" w:rsidRDefault="00301EBE" w:rsidP="00301EBE"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その他の本ドキュメントに記載されている社名・商品名およびロゴマークは、各社の商標または登録商標です。</w:t>
      </w:r>
    </w:p>
    <w:p w14:paraId="2871DB3C" w14:textId="77777777" w:rsidR="00301EBE" w:rsidRDefault="00301EBE" w:rsidP="00CF313A"/>
    <w:p w14:paraId="32F45029" w14:textId="77777777" w:rsidR="000D14E9" w:rsidRPr="000D14E9" w:rsidRDefault="000D14E9" w:rsidP="000D14E9">
      <w:pPr>
        <w:pStyle w:val="116pt1"/>
      </w:pPr>
      <w:r>
        <w:br w:type="page"/>
      </w:r>
      <w:bookmarkStart w:id="3" w:name="_Toc76391861"/>
      <w:r w:rsidR="000B0DB9" w:rsidRPr="000B0DB9">
        <w:rPr>
          <w:rFonts w:hint="eastAsia"/>
        </w:rPr>
        <w:lastRenderedPageBreak/>
        <w:t>インストール</w:t>
      </w:r>
      <w:bookmarkEnd w:id="3"/>
    </w:p>
    <w:p w14:paraId="61B3F3AF" w14:textId="7B41E114" w:rsidR="000D14E9" w:rsidRPr="002B1C26" w:rsidRDefault="00AA07E3" w:rsidP="00B13F29">
      <w:pPr>
        <w:pStyle w:val="2"/>
      </w:pPr>
      <w:bookmarkStart w:id="4" w:name="_Toc76391862"/>
      <w:r>
        <w:rPr>
          <w:rFonts w:hint="eastAsia"/>
        </w:rPr>
        <w:t>ZIP</w:t>
      </w:r>
      <w:r>
        <w:rPr>
          <w:rFonts w:hint="eastAsia"/>
        </w:rPr>
        <w:t>ファイルの展開</w:t>
      </w:r>
      <w:bookmarkEnd w:id="4"/>
    </w:p>
    <w:p w14:paraId="4F9862A8" w14:textId="2E1A5305" w:rsidR="00AA07E3" w:rsidRDefault="003906B0" w:rsidP="00AA07E3">
      <w:pPr>
        <w:ind w:firstLineChars="100" w:firstLine="210"/>
        <w:rPr>
          <w:rFonts w:ascii="ＭＳ ゴシック" w:eastAsia="ＭＳ ゴシック" w:hAnsi="ＭＳ ゴシック"/>
        </w:rPr>
      </w:pPr>
      <w:r w:rsidRPr="003906B0">
        <w:rPr>
          <w:rFonts w:ascii="ＭＳ ゴシック" w:eastAsia="ＭＳ ゴシック" w:hAnsi="ＭＳ ゴシック" w:hint="eastAsia"/>
        </w:rPr>
        <w:t>CDA</w:t>
      </w:r>
      <w:r w:rsidR="00AA07E3">
        <w:rPr>
          <w:rFonts w:ascii="ＭＳ ゴシック" w:eastAsia="ＭＳ ゴシック" w:hAnsi="ＭＳ ゴシック" w:hint="eastAsia"/>
        </w:rPr>
        <w:t>変換</w:t>
      </w:r>
      <w:r w:rsidRPr="003906B0">
        <w:rPr>
          <w:rFonts w:ascii="ＭＳ ゴシック" w:eastAsia="ＭＳ ゴシック" w:hAnsi="ＭＳ ゴシック" w:hint="eastAsia"/>
        </w:rPr>
        <w:t>ツール</w:t>
      </w:r>
      <w:r w:rsidR="000B0DB9" w:rsidRPr="000B0DB9">
        <w:rPr>
          <w:rFonts w:ascii="ＭＳ ゴシック" w:eastAsia="ＭＳ ゴシック" w:hAnsi="ＭＳ ゴシック" w:hint="eastAsia"/>
        </w:rPr>
        <w:t>の</w:t>
      </w:r>
      <w:r w:rsidR="00AA07E3">
        <w:rPr>
          <w:rFonts w:ascii="ＭＳ ゴシック" w:eastAsia="ＭＳ ゴシック" w:hAnsi="ＭＳ ゴシック" w:hint="eastAsia"/>
        </w:rPr>
        <w:t>Z</w:t>
      </w:r>
      <w:r w:rsidR="00AA07E3">
        <w:rPr>
          <w:rFonts w:ascii="ＭＳ ゴシック" w:eastAsia="ＭＳ ゴシック" w:hAnsi="ＭＳ ゴシック"/>
        </w:rPr>
        <w:t>IP</w:t>
      </w:r>
      <w:r w:rsidR="00AA07E3">
        <w:rPr>
          <w:rFonts w:ascii="ＭＳ ゴシック" w:eastAsia="ＭＳ ゴシック" w:hAnsi="ＭＳ ゴシック" w:hint="eastAsia"/>
        </w:rPr>
        <w:t>ファイルを適当なフォルダに展開します。</w:t>
      </w:r>
    </w:p>
    <w:p w14:paraId="42EFA083" w14:textId="7B8F4BEC" w:rsidR="00AA07E3" w:rsidRDefault="00AA07E3" w:rsidP="00AA07E3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必要に応じてP</w:t>
      </w:r>
      <w:r>
        <w:rPr>
          <w:rFonts w:ascii="ＭＳ ゴシック" w:eastAsia="ＭＳ ゴシック" w:hAnsi="ＭＳ ゴシック"/>
        </w:rPr>
        <w:t>ATH</w:t>
      </w:r>
      <w:r>
        <w:rPr>
          <w:rFonts w:ascii="ＭＳ ゴシック" w:eastAsia="ＭＳ ゴシック" w:hAnsi="ＭＳ ゴシック" w:hint="eastAsia"/>
        </w:rPr>
        <w:t>を設定します。</w:t>
      </w:r>
    </w:p>
    <w:p w14:paraId="4F10532C" w14:textId="136ADDBD" w:rsidR="00F96897" w:rsidRDefault="00F96897" w:rsidP="000B0DB9">
      <w:pPr>
        <w:ind w:firstLineChars="100" w:firstLine="210"/>
        <w:rPr>
          <w:rFonts w:ascii="ＭＳ ゴシック" w:eastAsia="ＭＳ ゴシック" w:hAnsi="ＭＳ ゴシック"/>
        </w:rPr>
      </w:pPr>
    </w:p>
    <w:p w14:paraId="63E3B3C2" w14:textId="399DAC13" w:rsidR="00F22DE6" w:rsidRDefault="00F22DE6" w:rsidP="00F22DE6">
      <w:pPr>
        <w:pStyle w:val="116pt1"/>
      </w:pPr>
      <w:bookmarkStart w:id="5" w:name="_Toc76391863"/>
      <w:r>
        <w:rPr>
          <w:rFonts w:hint="eastAsia"/>
        </w:rPr>
        <w:t>アンインストール</w:t>
      </w:r>
      <w:bookmarkEnd w:id="5"/>
    </w:p>
    <w:p w14:paraId="31741629" w14:textId="26519260" w:rsidR="00692EA7" w:rsidRPr="002B1C26" w:rsidRDefault="00AA07E3" w:rsidP="00692EA7">
      <w:pPr>
        <w:pStyle w:val="2"/>
      </w:pPr>
      <w:bookmarkStart w:id="6" w:name="_Toc76391864"/>
      <w:r>
        <w:rPr>
          <w:rFonts w:hint="eastAsia"/>
        </w:rPr>
        <w:t>アンインストール</w:t>
      </w:r>
      <w:bookmarkEnd w:id="6"/>
    </w:p>
    <w:p w14:paraId="4D82DFF6" w14:textId="6FF6B6AF" w:rsidR="00AA07E3" w:rsidRDefault="00AA07E3" w:rsidP="00AA07E3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インストールしたフォルダを削除します。</w:t>
      </w:r>
    </w:p>
    <w:p w14:paraId="25F87F14" w14:textId="20C202B0" w:rsidR="00B35D7C" w:rsidRDefault="00B35D7C">
      <w:pPr>
        <w:widowControl/>
        <w:jc w:val="left"/>
      </w:pPr>
    </w:p>
    <w:p w14:paraId="492FF3DD" w14:textId="77777777" w:rsidR="004B0936" w:rsidRPr="001B7B98" w:rsidRDefault="00E91D7D" w:rsidP="004B0936">
      <w:pPr>
        <w:pStyle w:val="116pt1"/>
      </w:pPr>
      <w:bookmarkStart w:id="7" w:name="_Toc76391865"/>
      <w:r w:rsidRPr="00E91D7D">
        <w:rPr>
          <w:rFonts w:hint="eastAsia"/>
        </w:rPr>
        <w:t>環境設定</w:t>
      </w:r>
      <w:bookmarkEnd w:id="7"/>
    </w:p>
    <w:p w14:paraId="4FAB37B5" w14:textId="6C642D94" w:rsidR="0027387F" w:rsidRPr="00960403" w:rsidRDefault="00AA07E3" w:rsidP="00960403">
      <w:pPr>
        <w:pStyle w:val="2"/>
      </w:pPr>
      <w:bookmarkStart w:id="8" w:name="_Oracle"/>
      <w:bookmarkStart w:id="9" w:name="_Toc76391866"/>
      <w:bookmarkEnd w:id="8"/>
      <w:r>
        <w:rPr>
          <w:rFonts w:hint="eastAsia"/>
        </w:rPr>
        <w:t>C</w:t>
      </w:r>
      <w:r>
        <w:t>SV</w:t>
      </w:r>
      <w:r>
        <w:rPr>
          <w:rFonts w:hint="eastAsia"/>
        </w:rPr>
        <w:t>データ項目定義</w:t>
      </w:r>
      <w:bookmarkEnd w:id="9"/>
    </w:p>
    <w:p w14:paraId="1C522DC2" w14:textId="7AFB730D" w:rsidR="00650050" w:rsidRDefault="00AA07E3" w:rsidP="00DF30FD">
      <w:pPr>
        <w:ind w:leftChars="100" w:left="210"/>
        <w:rPr>
          <w:rFonts w:ascii="ＭＳ ゴシック" w:eastAsia="ＭＳ ゴシック" w:hAnsi="ＭＳ ゴシック"/>
        </w:rPr>
      </w:pPr>
      <w:r>
        <w:rPr>
          <w:rFonts w:hint="eastAsia"/>
        </w:rPr>
        <w:t>インストールしたフォルダの</w:t>
      </w:r>
      <w:proofErr w:type="spellStart"/>
      <w:r>
        <w:rPr>
          <w:rFonts w:hint="eastAsia"/>
        </w:rPr>
        <w:t>C</w:t>
      </w:r>
      <w:r>
        <w:t>DAConvert.exe.config</w:t>
      </w:r>
      <w:proofErr w:type="spellEnd"/>
      <w:r w:rsidR="00DF30FD">
        <w:rPr>
          <w:rFonts w:hint="eastAsia"/>
        </w:rPr>
        <w:t>の</w:t>
      </w:r>
      <w:r w:rsidR="00DF30FD" w:rsidRPr="001B7B98">
        <w:rPr>
          <w:rFonts w:asciiTheme="majorEastAsia" w:eastAsiaTheme="majorEastAsia" w:hAnsiTheme="majorEastAsia"/>
        </w:rPr>
        <w:t>configuration/</w:t>
      </w:r>
      <w:proofErr w:type="spellStart"/>
      <w:r w:rsidR="00DF30FD">
        <w:rPr>
          <w:rFonts w:asciiTheme="majorEastAsia" w:eastAsiaTheme="majorEastAsia" w:hAnsiTheme="majorEastAsia" w:hint="eastAsia"/>
        </w:rPr>
        <w:t>appSettings</w:t>
      </w:r>
      <w:proofErr w:type="spellEnd"/>
      <w:r w:rsidR="00DF30FD">
        <w:rPr>
          <w:rFonts w:asciiTheme="majorEastAsia" w:eastAsiaTheme="majorEastAsia" w:hAnsiTheme="majorEastAsia" w:hint="eastAsia"/>
        </w:rPr>
        <w:t>に、C</w:t>
      </w:r>
      <w:r w:rsidR="00DF30FD">
        <w:rPr>
          <w:rFonts w:asciiTheme="majorEastAsia" w:eastAsiaTheme="majorEastAsia" w:hAnsiTheme="majorEastAsia"/>
        </w:rPr>
        <w:t>SV</w:t>
      </w:r>
      <w:r w:rsidR="00DF30FD">
        <w:rPr>
          <w:rFonts w:asciiTheme="majorEastAsia" w:eastAsiaTheme="majorEastAsia" w:hAnsiTheme="majorEastAsia" w:hint="eastAsia"/>
        </w:rPr>
        <w:t>のカラムがデータ定義に該当するのかを設定します。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725"/>
        <w:gridCol w:w="5635"/>
      </w:tblGrid>
      <w:tr w:rsidR="00DF30FD" w14:paraId="659127D2" w14:textId="77777777" w:rsidTr="00DF30FD">
        <w:tc>
          <w:tcPr>
            <w:tcW w:w="2725" w:type="dxa"/>
            <w:shd w:val="clear" w:color="auto" w:fill="DAEEF3" w:themeFill="accent5" w:themeFillTint="33"/>
          </w:tcPr>
          <w:p w14:paraId="4B563484" w14:textId="44FA1E3F" w:rsidR="00DF30FD" w:rsidRDefault="00DF30FD" w:rsidP="00716776">
            <w:bookmarkStart w:id="10" w:name="_Hlk63704291"/>
            <w:r>
              <w:rPr>
                <w:rFonts w:hint="eastAsia"/>
              </w:rPr>
              <w:t>k</w:t>
            </w:r>
            <w:r>
              <w:t>ey</w:t>
            </w:r>
          </w:p>
        </w:tc>
        <w:tc>
          <w:tcPr>
            <w:tcW w:w="5635" w:type="dxa"/>
            <w:shd w:val="clear" w:color="auto" w:fill="DAEEF3" w:themeFill="accent5" w:themeFillTint="33"/>
          </w:tcPr>
          <w:p w14:paraId="4529899D" w14:textId="0A9ACCEB" w:rsidR="00DF30FD" w:rsidRDefault="00DF30FD" w:rsidP="00716776">
            <w:r>
              <w:rPr>
                <w:rFonts w:hint="eastAsia"/>
              </w:rPr>
              <w:t>v</w:t>
            </w:r>
            <w:r>
              <w:t>alue</w:t>
            </w:r>
          </w:p>
        </w:tc>
      </w:tr>
      <w:tr w:rsidR="00DF30FD" w14:paraId="4DF7E33A" w14:textId="77777777" w:rsidTr="00716776">
        <w:tc>
          <w:tcPr>
            <w:tcW w:w="2725" w:type="dxa"/>
          </w:tcPr>
          <w:p w14:paraId="6FE5E638" w14:textId="77777777" w:rsidR="00DF30FD" w:rsidRDefault="00DF30FD" w:rsidP="00716776">
            <w:proofErr w:type="spellStart"/>
            <w:r>
              <w:rPr>
                <w:rFonts w:hint="eastAsia"/>
              </w:rPr>
              <w:t>CSV</w:t>
            </w:r>
            <w:r>
              <w:t>Column</w:t>
            </w:r>
            <w:r>
              <w:rPr>
                <w:rFonts w:hint="eastAsia"/>
              </w:rPr>
              <w:t>Num</w:t>
            </w:r>
            <w:proofErr w:type="spellEnd"/>
          </w:p>
        </w:tc>
        <w:tc>
          <w:tcPr>
            <w:tcW w:w="5635" w:type="dxa"/>
          </w:tcPr>
          <w:p w14:paraId="61BDEB47" w14:textId="77777777" w:rsidR="00DF30FD" w:rsidRDefault="00DF30FD" w:rsidP="00716776">
            <w:r>
              <w:rPr>
                <w:rFonts w:hint="eastAsia"/>
              </w:rPr>
              <w:t>カラム数</w:t>
            </w:r>
            <w:r>
              <w:rPr>
                <w:rFonts w:hint="eastAsia"/>
              </w:rPr>
              <w:t>(</w:t>
            </w:r>
            <w:r>
              <w:t>N)</w:t>
            </w:r>
          </w:p>
        </w:tc>
      </w:tr>
      <w:tr w:rsidR="00DF30FD" w14:paraId="1424AC9C" w14:textId="77777777" w:rsidTr="00716776">
        <w:tc>
          <w:tcPr>
            <w:tcW w:w="2725" w:type="dxa"/>
          </w:tcPr>
          <w:p w14:paraId="39D4F925" w14:textId="77777777" w:rsidR="00DF30FD" w:rsidRDefault="00DF30FD" w:rsidP="00716776">
            <w:proofErr w:type="spellStart"/>
            <w:r>
              <w:rPr>
                <w:rFonts w:hint="eastAsia"/>
              </w:rPr>
              <w:t>C</w:t>
            </w:r>
            <w:r>
              <w:t>SVColumn</w:t>
            </w:r>
            <w:proofErr w:type="spellEnd"/>
            <w:r>
              <w:t>[1-N]</w:t>
            </w:r>
          </w:p>
        </w:tc>
        <w:tc>
          <w:tcPr>
            <w:tcW w:w="5635" w:type="dxa"/>
          </w:tcPr>
          <w:p w14:paraId="3A66C873" w14:textId="77777777" w:rsidR="00DF30FD" w:rsidRDefault="00DF30FD" w:rsidP="00716776">
            <w:r>
              <w:rPr>
                <w:rFonts w:hint="eastAsia"/>
              </w:rPr>
              <w:t>各カラムのデータ定義名</w:t>
            </w:r>
          </w:p>
        </w:tc>
      </w:tr>
    </w:tbl>
    <w:bookmarkEnd w:id="10"/>
    <w:p w14:paraId="1422BEC0" w14:textId="78B80BAE" w:rsidR="00DF30FD" w:rsidRDefault="00DF30FD" w:rsidP="00DF30FD">
      <w:pPr>
        <w:ind w:left="360"/>
      </w:pPr>
      <w:r>
        <w:rPr>
          <w:rFonts w:hint="eastAsia"/>
        </w:rPr>
        <w:t>※</w:t>
      </w:r>
      <w:r>
        <w:rPr>
          <w:rFonts w:hint="eastAsia"/>
        </w:rPr>
        <w:t>1</w:t>
      </w:r>
      <w:r>
        <w:rPr>
          <w:rFonts w:hint="eastAsia"/>
        </w:rPr>
        <w:t>つのデータ定義名を複数のカラムで重複しないこと</w:t>
      </w:r>
    </w:p>
    <w:p w14:paraId="6E823D08" w14:textId="77777777" w:rsidR="008C6AD5" w:rsidRDefault="008C6AD5" w:rsidP="008C6AD5">
      <w:pPr>
        <w:ind w:left="360"/>
      </w:pPr>
      <w:r>
        <w:rPr>
          <w:rFonts w:hint="eastAsia"/>
        </w:rPr>
        <w:t>※</w:t>
      </w:r>
      <w:r>
        <w:rPr>
          <w:rFonts w:hint="eastAsia"/>
        </w:rPr>
        <w:t>1</w:t>
      </w:r>
      <w:r>
        <w:rPr>
          <w:rFonts w:hint="eastAsia"/>
        </w:rPr>
        <w:t>つのカラムで複数のデータ定義</w:t>
      </w:r>
      <w:r>
        <w:rPr>
          <w:rFonts w:hint="eastAsia"/>
        </w:rPr>
        <w:t>(</w:t>
      </w:r>
      <w:r>
        <w:rPr>
          <w:rFonts w:hint="eastAsia"/>
        </w:rPr>
        <w:t>診断レポート識別子、</w:t>
      </w:r>
      <w:r>
        <w:rPr>
          <w:rFonts w:hint="eastAsia"/>
        </w:rPr>
        <w:t>A</w:t>
      </w:r>
      <w:r>
        <w:t>ccession Number</w:t>
      </w:r>
      <w:r>
        <w:rPr>
          <w:rFonts w:hint="eastAsia"/>
        </w:rPr>
        <w:t>は同じカラム</w:t>
      </w:r>
      <w:r>
        <w:rPr>
          <w:rFonts w:hint="eastAsia"/>
        </w:rPr>
        <w:t>)</w:t>
      </w:r>
      <w:r>
        <w:rPr>
          <w:rFonts w:hint="eastAsia"/>
        </w:rPr>
        <w:t>とする場合は、カラムを増やして定義すること。</w:t>
      </w:r>
      <w:r>
        <w:rPr>
          <w:rFonts w:hint="eastAsia"/>
        </w:rPr>
        <w:t>1</w:t>
      </w:r>
      <w:r>
        <w:rPr>
          <w:rFonts w:hint="eastAsia"/>
        </w:rPr>
        <w:t>つのカラムに複数の定義を設定すること不可。</w:t>
      </w:r>
    </w:p>
    <w:p w14:paraId="6182BEFD" w14:textId="39979F9C" w:rsidR="00DF30FD" w:rsidRPr="008C6AD5" w:rsidRDefault="00DF30FD" w:rsidP="00DF30FD">
      <w:pPr>
        <w:jc w:val="left"/>
        <w:rPr>
          <w:rFonts w:ascii="ＭＳ ゴシック" w:eastAsia="ＭＳ ゴシック" w:hAnsi="ＭＳ ゴシック"/>
        </w:rPr>
      </w:pPr>
    </w:p>
    <w:p w14:paraId="1F185600" w14:textId="77777777" w:rsidR="00DF30FD" w:rsidRDefault="00DF30FD" w:rsidP="00DF30FD">
      <w:pPr>
        <w:ind w:left="360"/>
      </w:pPr>
      <w:r>
        <w:rPr>
          <w:rFonts w:hint="eastAsia"/>
        </w:rPr>
        <w:t>【データ定義で定義されていない項目を設定した場合】</w:t>
      </w:r>
    </w:p>
    <w:p w14:paraId="03A7FF7E" w14:textId="77777777" w:rsidR="00DF30FD" w:rsidRDefault="00DF30FD" w:rsidP="00DF30FD">
      <w:pPr>
        <w:ind w:left="360"/>
      </w:pPr>
      <w:r>
        <w:rPr>
          <w:rFonts w:hint="eastAsia"/>
        </w:rPr>
        <w:t>CDA</w:t>
      </w:r>
      <w:r>
        <w:rPr>
          <w:rFonts w:hint="eastAsia"/>
        </w:rPr>
        <w:t>のプライベート定義として扱う。</w:t>
      </w:r>
    </w:p>
    <w:p w14:paraId="5F012ECF" w14:textId="77777777" w:rsidR="00DF30FD" w:rsidRDefault="00DF30FD" w:rsidP="00DF30FD">
      <w:pPr>
        <w:ind w:left="360"/>
      </w:pPr>
    </w:p>
    <w:p w14:paraId="08D2EE9B" w14:textId="77777777" w:rsidR="00DF30FD" w:rsidRPr="00DF30FD" w:rsidRDefault="00DF30FD" w:rsidP="00DF30FD">
      <w:pPr>
        <w:jc w:val="left"/>
        <w:rPr>
          <w:rFonts w:ascii="ＭＳ ゴシック" w:eastAsia="ＭＳ ゴシック" w:hAnsi="ＭＳ ゴシック"/>
        </w:rPr>
      </w:pPr>
    </w:p>
    <w:p w14:paraId="3C6F39EF" w14:textId="1012C58B" w:rsidR="00DF30FD" w:rsidRDefault="003F723A" w:rsidP="00DF30FD">
      <w:pPr>
        <w:jc w:val="left"/>
        <w:rPr>
          <w:rFonts w:ascii="ＭＳ ゴシック" w:eastAsia="ＭＳ ゴシック" w:hAnsi="ＭＳ ゴシック"/>
        </w:rPr>
      </w:pPr>
      <w:r>
        <w:pict w14:anchorId="1A698009">
          <v:shapetype id="_x0000_t202" coordsize="21600,21600" o:spt="202" path="m,l,21600r21600,l21600,xe">
            <v:stroke joinstyle="miter"/>
            <v:path gradientshapeok="t" o:connecttype="rect"/>
          </v:shapetype>
          <v:shape id="_x0000_s1330" type="#_x0000_t202" style="width:413.8pt;height:363.8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330" inset="5.85pt,.25mm,5.85pt,.7pt">
              <w:txbxContent>
                <w:p w14:paraId="4FE8BF2E" w14:textId="77777777" w:rsidR="00DF30FD" w:rsidRDefault="00DF30FD" w:rsidP="00DF30FD">
                  <w:pPr>
                    <w:jc w:val="left"/>
                  </w:pPr>
                  <w:r>
                    <w:t>&lt;</w:t>
                  </w:r>
                  <w:proofErr w:type="spellStart"/>
                  <w:r>
                    <w:t>appSettings</w:t>
                  </w:r>
                  <w:proofErr w:type="spellEnd"/>
                  <w:r>
                    <w:t>&gt;</w:t>
                  </w:r>
                </w:p>
                <w:p w14:paraId="2EFB3662" w14:textId="77777777" w:rsidR="00DF30FD" w:rsidRDefault="00DF30FD" w:rsidP="00DF30FD">
                  <w:pPr>
                    <w:jc w:val="left"/>
                  </w:pPr>
                  <w:r>
                    <w:t xml:space="preserve">    &lt;add key="</w:t>
                  </w:r>
                  <w:proofErr w:type="spellStart"/>
                  <w:r>
                    <w:t>CSVColumnNum</w:t>
                  </w:r>
                  <w:proofErr w:type="spellEnd"/>
                  <w:r>
                    <w:t>" value="17" /&gt;</w:t>
                  </w:r>
                </w:p>
                <w:p w14:paraId="76620BF0" w14:textId="77777777" w:rsidR="00DF30FD" w:rsidRDefault="00DF30FD" w:rsidP="00DF30FD">
                  <w:pPr>
                    <w:jc w:val="left"/>
                  </w:pPr>
                  <w:r>
                    <w:rPr>
                      <w:rFonts w:hint="eastAsia"/>
                    </w:rPr>
                    <w:t xml:space="preserve">    &lt;add key="CSVColumn1" value="</w:t>
                  </w:r>
                  <w:r>
                    <w:rPr>
                      <w:rFonts w:hint="eastAsia"/>
                    </w:rPr>
                    <w:t>患者</w:t>
                  </w:r>
                  <w:r>
                    <w:rPr>
                      <w:rFonts w:hint="eastAsia"/>
                    </w:rPr>
                    <w:t>ID" /&gt;</w:t>
                  </w:r>
                </w:p>
                <w:p w14:paraId="2A70FB30" w14:textId="77777777" w:rsidR="00DF30FD" w:rsidRDefault="00DF30FD" w:rsidP="00DF30FD">
                  <w:pPr>
                    <w:jc w:val="left"/>
                  </w:pPr>
                  <w:r>
                    <w:rPr>
                      <w:rFonts w:hint="eastAsia"/>
                    </w:rPr>
                    <w:t xml:space="preserve">    &lt;add key="CSVColumn2" value="</w:t>
                  </w:r>
                  <w:r>
                    <w:rPr>
                      <w:rFonts w:hint="eastAsia"/>
                    </w:rPr>
                    <w:t>患者氏名</w:t>
                  </w:r>
                  <w:r>
                    <w:rPr>
                      <w:rFonts w:hint="eastAsia"/>
                    </w:rPr>
                    <w:t>_</w:t>
                  </w:r>
                  <w:r>
                    <w:rPr>
                      <w:rFonts w:hint="eastAsia"/>
                    </w:rPr>
                    <w:t>漢字</w:t>
                  </w:r>
                  <w:r>
                    <w:rPr>
                      <w:rFonts w:hint="eastAsia"/>
                    </w:rPr>
                    <w:t>" /&gt;</w:t>
                  </w:r>
                </w:p>
                <w:p w14:paraId="4B6123CC" w14:textId="77777777" w:rsidR="00DF30FD" w:rsidRDefault="00DF30FD" w:rsidP="00DF30FD">
                  <w:pPr>
                    <w:jc w:val="left"/>
                  </w:pPr>
                  <w:r>
                    <w:rPr>
                      <w:rFonts w:hint="eastAsia"/>
                    </w:rPr>
                    <w:t xml:space="preserve">    &lt;add key="CSVColumn3" value="</w:t>
                  </w:r>
                  <w:r>
                    <w:rPr>
                      <w:rFonts w:hint="eastAsia"/>
                    </w:rPr>
                    <w:t>性別コード</w:t>
                  </w:r>
                  <w:r>
                    <w:rPr>
                      <w:rFonts w:hint="eastAsia"/>
                    </w:rPr>
                    <w:t>" /&gt;</w:t>
                  </w:r>
                </w:p>
                <w:p w14:paraId="68A72E43" w14:textId="77777777" w:rsidR="00DF30FD" w:rsidRDefault="00DF30FD" w:rsidP="00DF30FD">
                  <w:pPr>
                    <w:jc w:val="left"/>
                  </w:pPr>
                  <w:r>
                    <w:rPr>
                      <w:rFonts w:hint="eastAsia"/>
                    </w:rPr>
                    <w:t xml:space="preserve">    &lt;add key="CSVColumn4" value="</w:t>
                  </w:r>
                  <w:r>
                    <w:rPr>
                      <w:rFonts w:hint="eastAsia"/>
                    </w:rPr>
                    <w:t>検査実施日時</w:t>
                  </w:r>
                  <w:r>
                    <w:rPr>
                      <w:rFonts w:hint="eastAsia"/>
                    </w:rPr>
                    <w:t>" /&gt;</w:t>
                  </w:r>
                </w:p>
                <w:p w14:paraId="70A6A26B" w14:textId="77777777" w:rsidR="00DF30FD" w:rsidRDefault="00DF30FD" w:rsidP="00DF30FD">
                  <w:pPr>
                    <w:jc w:val="left"/>
                  </w:pPr>
                  <w:r>
                    <w:rPr>
                      <w:rFonts w:hint="eastAsia"/>
                    </w:rPr>
                    <w:t xml:space="preserve">    &lt;add key="CSVColumn5" value="</w:t>
                  </w:r>
                  <w:r>
                    <w:rPr>
                      <w:rFonts w:hint="eastAsia"/>
                    </w:rPr>
                    <w:t>検査種別</w:t>
                  </w:r>
                  <w:r>
                    <w:rPr>
                      <w:rFonts w:hint="eastAsia"/>
                    </w:rPr>
                    <w:t>" /&gt;</w:t>
                  </w:r>
                </w:p>
                <w:p w14:paraId="43B1DA28" w14:textId="77777777" w:rsidR="00DF30FD" w:rsidRDefault="00DF30FD" w:rsidP="00DF30FD">
                  <w:pPr>
                    <w:jc w:val="left"/>
                  </w:pPr>
                  <w:r>
                    <w:rPr>
                      <w:rFonts w:hint="eastAsia"/>
                    </w:rPr>
                    <w:t xml:space="preserve">    &lt;add key="CSVColumn6" value="</w:t>
                  </w:r>
                  <w:r>
                    <w:rPr>
                      <w:rFonts w:hint="eastAsia"/>
                    </w:rPr>
                    <w:t>検査項目名称</w:t>
                  </w:r>
                  <w:r>
                    <w:rPr>
                      <w:rFonts w:hint="eastAsia"/>
                    </w:rPr>
                    <w:t>" /&gt;</w:t>
                  </w:r>
                </w:p>
                <w:p w14:paraId="190B10F7" w14:textId="77777777" w:rsidR="00DF30FD" w:rsidRDefault="00DF30FD" w:rsidP="00DF30FD">
                  <w:pPr>
                    <w:jc w:val="left"/>
                  </w:pPr>
                  <w:r>
                    <w:rPr>
                      <w:rFonts w:hint="eastAsia"/>
                    </w:rPr>
                    <w:t xml:space="preserve">    &lt;add key="CSVColumn7" value="</w:t>
                  </w:r>
                  <w:r>
                    <w:rPr>
                      <w:rFonts w:hint="eastAsia"/>
                    </w:rPr>
                    <w:t>所見</w:t>
                  </w:r>
                  <w:r>
                    <w:rPr>
                      <w:rFonts w:hint="eastAsia"/>
                    </w:rPr>
                    <w:t>" /&gt;</w:t>
                  </w:r>
                </w:p>
                <w:p w14:paraId="5896A4CD" w14:textId="77777777" w:rsidR="00DF30FD" w:rsidRDefault="00DF30FD" w:rsidP="00DF30FD">
                  <w:pPr>
                    <w:jc w:val="left"/>
                  </w:pPr>
                  <w:r>
                    <w:rPr>
                      <w:rFonts w:hint="eastAsia"/>
                    </w:rPr>
                    <w:t xml:space="preserve">    &lt;add key="CSVColumn8" value="</w:t>
                  </w:r>
                  <w:r>
                    <w:rPr>
                      <w:rFonts w:hint="eastAsia"/>
                    </w:rPr>
                    <w:t>診断</w:t>
                  </w:r>
                  <w:r>
                    <w:rPr>
                      <w:rFonts w:hint="eastAsia"/>
                    </w:rPr>
                    <w:t>" /&gt;</w:t>
                  </w:r>
                </w:p>
                <w:p w14:paraId="263D3AD8" w14:textId="77777777" w:rsidR="00DF30FD" w:rsidRDefault="00DF30FD" w:rsidP="00DF30FD">
                  <w:pPr>
                    <w:jc w:val="left"/>
                  </w:pPr>
                  <w:r>
                    <w:rPr>
                      <w:rFonts w:hint="eastAsia"/>
                    </w:rPr>
                    <w:t xml:space="preserve">    &lt;add key="CSVColumn9" value="</w:t>
                  </w:r>
                  <w:r>
                    <w:rPr>
                      <w:rFonts w:hint="eastAsia"/>
                    </w:rPr>
                    <w:t>確定者</w:t>
                  </w:r>
                  <w:r>
                    <w:rPr>
                      <w:rFonts w:hint="eastAsia"/>
                    </w:rPr>
                    <w:t>" /&gt;</w:t>
                  </w:r>
                </w:p>
                <w:p w14:paraId="1607394D" w14:textId="77777777" w:rsidR="00DF30FD" w:rsidRDefault="00DF30FD" w:rsidP="00DF30FD">
                  <w:pPr>
                    <w:jc w:val="left"/>
                  </w:pPr>
                  <w:r>
                    <w:rPr>
                      <w:rFonts w:hint="eastAsia"/>
                    </w:rPr>
                    <w:t xml:space="preserve">    &lt;add key="CSVColumn10" value="</w:t>
                  </w:r>
                  <w:r>
                    <w:rPr>
                      <w:rFonts w:hint="eastAsia"/>
                    </w:rPr>
                    <w:t>文書作成者</w:t>
                  </w:r>
                  <w:r>
                    <w:rPr>
                      <w:rFonts w:hint="eastAsia"/>
                    </w:rPr>
                    <w:t>" /&gt;</w:t>
                  </w:r>
                </w:p>
                <w:p w14:paraId="2E2E07BB" w14:textId="77777777" w:rsidR="00DF30FD" w:rsidRDefault="00DF30FD" w:rsidP="00DF30FD">
                  <w:pPr>
                    <w:jc w:val="left"/>
                  </w:pPr>
                  <w:r>
                    <w:rPr>
                      <w:rFonts w:hint="eastAsia"/>
                    </w:rPr>
                    <w:t xml:space="preserve">    &lt;add key="CSVColumn11" value="</w:t>
                  </w:r>
                  <w:r>
                    <w:rPr>
                      <w:rFonts w:hint="eastAsia"/>
                    </w:rPr>
                    <w:t>版番号</w:t>
                  </w:r>
                  <w:r>
                    <w:rPr>
                      <w:rFonts w:hint="eastAsia"/>
                    </w:rPr>
                    <w:t>" /&gt;</w:t>
                  </w:r>
                </w:p>
                <w:p w14:paraId="36EB52B9" w14:textId="77777777" w:rsidR="00DF30FD" w:rsidRDefault="00DF30FD" w:rsidP="00DF30FD">
                  <w:pPr>
                    <w:jc w:val="left"/>
                  </w:pPr>
                  <w:r>
                    <w:rPr>
                      <w:rFonts w:hint="eastAsia"/>
                    </w:rPr>
                    <w:t xml:space="preserve">    &lt;add key="CSVColumn12" value="</w:t>
                  </w:r>
                  <w:r>
                    <w:rPr>
                      <w:rFonts w:hint="eastAsia"/>
                    </w:rPr>
                    <w:t>レポートタグ</w:t>
                  </w:r>
                  <w:r>
                    <w:rPr>
                      <w:rFonts w:hint="eastAsia"/>
                    </w:rPr>
                    <w:t>" /&gt;</w:t>
                  </w:r>
                </w:p>
                <w:p w14:paraId="7CD1491D" w14:textId="77777777" w:rsidR="00DF30FD" w:rsidRDefault="00DF30FD" w:rsidP="00DF30FD">
                  <w:pPr>
                    <w:jc w:val="left"/>
                  </w:pPr>
                  <w:r>
                    <w:rPr>
                      <w:rFonts w:hint="eastAsia"/>
                    </w:rPr>
                    <w:t xml:space="preserve">    &lt;add key="CSVColumn13" value="</w:t>
                  </w:r>
                  <w:r>
                    <w:rPr>
                      <w:rFonts w:hint="eastAsia"/>
                    </w:rPr>
                    <w:t>依頼科名</w:t>
                  </w:r>
                  <w:r>
                    <w:rPr>
                      <w:rFonts w:hint="eastAsia"/>
                    </w:rPr>
                    <w:t>" /&gt;</w:t>
                  </w:r>
                </w:p>
                <w:p w14:paraId="03EEC970" w14:textId="77777777" w:rsidR="00DF30FD" w:rsidRDefault="00DF30FD" w:rsidP="00DF30FD">
                  <w:pPr>
                    <w:jc w:val="left"/>
                  </w:pPr>
                  <w:r>
                    <w:rPr>
                      <w:rFonts w:hint="eastAsia"/>
                    </w:rPr>
                    <w:t xml:space="preserve">    &lt;add key="CSVColumn14" value="</w:t>
                  </w:r>
                  <w:r>
                    <w:rPr>
                      <w:rFonts w:hint="eastAsia"/>
                    </w:rPr>
                    <w:t>依頼医氏名</w:t>
                  </w:r>
                  <w:r>
                    <w:rPr>
                      <w:rFonts w:hint="eastAsia"/>
                    </w:rPr>
                    <w:t>" /&gt;</w:t>
                  </w:r>
                </w:p>
                <w:p w14:paraId="7AB27060" w14:textId="77777777" w:rsidR="00DF30FD" w:rsidRDefault="00DF30FD" w:rsidP="00DF30FD">
                  <w:pPr>
                    <w:jc w:val="left"/>
                  </w:pPr>
                  <w:r>
                    <w:rPr>
                      <w:rFonts w:hint="eastAsia"/>
                    </w:rPr>
                    <w:t xml:space="preserve">    &lt;add key="CSVColumn15" value="</w:t>
                  </w:r>
                  <w:r>
                    <w:rPr>
                      <w:rFonts w:hint="eastAsia"/>
                    </w:rPr>
                    <w:t>検査実施医師名</w:t>
                  </w:r>
                  <w:r>
                    <w:rPr>
                      <w:rFonts w:hint="eastAsia"/>
                    </w:rPr>
                    <w:t>" /&gt;</w:t>
                  </w:r>
                </w:p>
                <w:p w14:paraId="2A8E16E6" w14:textId="77777777" w:rsidR="00DF30FD" w:rsidRDefault="00DF30FD" w:rsidP="00DF30FD">
                  <w:pPr>
                    <w:jc w:val="left"/>
                  </w:pPr>
                  <w:r>
                    <w:rPr>
                      <w:rFonts w:hint="eastAsia"/>
                    </w:rPr>
                    <w:t xml:space="preserve">    &lt;add key="CSVColumn16" value="</w:t>
                  </w:r>
                  <w:r>
                    <w:rPr>
                      <w:rFonts w:hint="eastAsia"/>
                    </w:rPr>
                    <w:t>診断レポート識別子</w:t>
                  </w:r>
                  <w:r>
                    <w:rPr>
                      <w:rFonts w:hint="eastAsia"/>
                    </w:rPr>
                    <w:t>" /&gt;</w:t>
                  </w:r>
                </w:p>
                <w:p w14:paraId="2811517E" w14:textId="77777777" w:rsidR="00DF30FD" w:rsidRDefault="00DF30FD" w:rsidP="00DF30FD">
                  <w:pPr>
                    <w:jc w:val="left"/>
                  </w:pPr>
                  <w:r>
                    <w:t xml:space="preserve">    &lt;add key="CSVColumn17" value="Accession Number" /&gt;</w:t>
                  </w:r>
                </w:p>
                <w:p w14:paraId="76DFD665" w14:textId="3B7023BE" w:rsidR="00DF30FD" w:rsidRDefault="00DF30FD" w:rsidP="00DF30FD">
                  <w:pPr>
                    <w:jc w:val="left"/>
                  </w:pPr>
                  <w:r>
                    <w:t>&lt;/</w:t>
                  </w:r>
                  <w:proofErr w:type="spellStart"/>
                  <w:r>
                    <w:t>appSettings</w:t>
                  </w:r>
                  <w:proofErr w:type="spellEnd"/>
                  <w:r>
                    <w:t>&gt;</w:t>
                  </w:r>
                </w:p>
              </w:txbxContent>
            </v:textbox>
            <w10:anchorlock/>
          </v:shape>
        </w:pict>
      </w:r>
    </w:p>
    <w:p w14:paraId="4D98417F" w14:textId="300F46E3" w:rsidR="0052058E" w:rsidRDefault="0052058E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14:paraId="551F3C91" w14:textId="77777777" w:rsidR="00DF30FD" w:rsidRDefault="00DF30FD" w:rsidP="00DF30FD">
      <w:pPr>
        <w:jc w:val="left"/>
        <w:rPr>
          <w:rFonts w:ascii="ＭＳ ゴシック" w:eastAsia="ＭＳ ゴシック" w:hAnsi="ＭＳ ゴシック"/>
        </w:rPr>
      </w:pPr>
    </w:p>
    <w:p w14:paraId="6665FD94" w14:textId="77777777" w:rsidR="00E91D7D" w:rsidRDefault="00960403" w:rsidP="00960403">
      <w:pPr>
        <w:pStyle w:val="2"/>
      </w:pPr>
      <w:bookmarkStart w:id="11" w:name="_Toc76391867"/>
      <w:r w:rsidRPr="00960403">
        <w:rPr>
          <w:rFonts w:hint="eastAsia"/>
        </w:rPr>
        <w:t>ログ出力の設定</w:t>
      </w:r>
      <w:bookmarkEnd w:id="11"/>
    </w:p>
    <w:p w14:paraId="24365D42" w14:textId="6C4BB944" w:rsidR="0052058E" w:rsidRDefault="00435851" w:rsidP="0052058E">
      <w:pPr>
        <w:ind w:leftChars="100" w:left="210"/>
        <w:rPr>
          <w:rFonts w:asciiTheme="majorEastAsia" w:eastAsiaTheme="majorEastAsia" w:hAnsiTheme="majorEastAsia"/>
        </w:rPr>
      </w:pPr>
      <w:r w:rsidRPr="001B7B98">
        <w:rPr>
          <w:rFonts w:asciiTheme="majorEastAsia" w:eastAsiaTheme="majorEastAsia" w:hAnsiTheme="majorEastAsia"/>
        </w:rPr>
        <w:t>configuration/</w:t>
      </w:r>
      <w:r>
        <w:rPr>
          <w:rFonts w:asciiTheme="majorEastAsia" w:eastAsiaTheme="majorEastAsia" w:hAnsiTheme="majorEastAsia"/>
        </w:rPr>
        <w:t>log4net</w:t>
      </w:r>
      <w:r w:rsidRPr="001B7B98">
        <w:rPr>
          <w:rFonts w:asciiTheme="majorEastAsia" w:eastAsiaTheme="majorEastAsia" w:hAnsiTheme="majorEastAsia"/>
        </w:rPr>
        <w:t>/</w:t>
      </w:r>
      <w:proofErr w:type="spellStart"/>
      <w:r w:rsidRPr="001B7B98">
        <w:rPr>
          <w:rFonts w:asciiTheme="majorEastAsia" w:eastAsiaTheme="majorEastAsia" w:hAnsiTheme="majorEastAsia" w:hint="eastAsia"/>
        </w:rPr>
        <w:t>a</w:t>
      </w:r>
      <w:r>
        <w:rPr>
          <w:rFonts w:asciiTheme="majorEastAsia" w:eastAsiaTheme="majorEastAsia" w:hAnsiTheme="majorEastAsia" w:hint="eastAsia"/>
        </w:rPr>
        <w:t>ppender</w:t>
      </w:r>
      <w:proofErr w:type="spellEnd"/>
      <w:r>
        <w:rPr>
          <w:rFonts w:asciiTheme="majorEastAsia" w:eastAsiaTheme="majorEastAsia" w:hAnsiTheme="majorEastAsia"/>
        </w:rPr>
        <w:t>/</w:t>
      </w:r>
      <w:r>
        <w:rPr>
          <w:rFonts w:asciiTheme="majorEastAsia" w:eastAsiaTheme="majorEastAsia" w:hAnsiTheme="majorEastAsia" w:hint="eastAsia"/>
        </w:rPr>
        <w:t>fileタグのvalue属性に、動作ログ出力先ファイルの絶対パスを指定します。</w:t>
      </w:r>
    </w:p>
    <w:p w14:paraId="2A63792B" w14:textId="77777777" w:rsidR="0052058E" w:rsidRDefault="0052058E" w:rsidP="0052058E">
      <w:pPr>
        <w:ind w:leftChars="100" w:left="210"/>
        <w:rPr>
          <w:rFonts w:ascii="ＭＳ ゴシック" w:eastAsia="ＭＳ ゴシック" w:hAnsi="ＭＳ ゴシック"/>
        </w:rPr>
      </w:pPr>
    </w:p>
    <w:p w14:paraId="4633D8D7" w14:textId="77777777" w:rsidR="004B4DB2" w:rsidRDefault="003F723A" w:rsidP="004B4DB2">
      <w:pPr>
        <w:ind w:leftChars="100" w:left="210"/>
        <w:rPr>
          <w:rFonts w:ascii="ＭＳ ゴシック" w:eastAsia="ＭＳ ゴシック" w:hAnsi="ＭＳ ゴシック"/>
        </w:rPr>
      </w:pPr>
      <w:r>
        <w:rPr>
          <w:noProof/>
        </w:rPr>
        <w:pict w14:anchorId="441DD2DF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327" type="#_x0000_t61" style="position:absolute;left:0;text-align:left;margin-left:243.65pt;margin-top:64.8pt;width:175.3pt;height:55.1pt;z-index:251696640" adj="-2563,1666" strokecolor="#e36c0a [2409]">
            <v:textbox style="mso-next-textbox:#_x0000_s1327" inset="5.85pt,.25mm,5.85pt,.7pt">
              <w:txbxContent>
                <w:p w14:paraId="17D65D33" w14:textId="77777777" w:rsidR="00281A6B" w:rsidRDefault="00281A6B">
                  <w:pPr>
                    <w:rPr>
                      <w:color w:val="E36C0A" w:themeColor="accent6" w:themeShade="BF"/>
                    </w:rPr>
                  </w:pPr>
                  <w:r w:rsidRPr="00435851">
                    <w:rPr>
                      <w:rFonts w:hint="eastAsia"/>
                      <w:color w:val="E36C0A" w:themeColor="accent6" w:themeShade="BF"/>
                    </w:rPr>
                    <w:t>[</w:t>
                  </w:r>
                  <w:r w:rsidRPr="00435851">
                    <w:rPr>
                      <w:rFonts w:hint="eastAsia"/>
                      <w:color w:val="E36C0A" w:themeColor="accent6" w:themeShade="BF"/>
                    </w:rPr>
                    <w:t>動作ログファイルパス</w:t>
                  </w:r>
                  <w:r w:rsidRPr="00435851">
                    <w:rPr>
                      <w:rFonts w:hint="eastAsia"/>
                      <w:color w:val="E36C0A" w:themeColor="accent6" w:themeShade="BF"/>
                    </w:rPr>
                    <w:t xml:space="preserve">] </w:t>
                  </w:r>
                  <w:r w:rsidRPr="00435851">
                    <w:rPr>
                      <w:rFonts w:hint="eastAsia"/>
                      <w:color w:val="E36C0A" w:themeColor="accent6" w:themeShade="BF"/>
                    </w:rPr>
                    <w:t>に</w:t>
                  </w:r>
                </w:p>
                <w:p w14:paraId="15C231F1" w14:textId="77777777" w:rsidR="00281A6B" w:rsidRPr="00435851" w:rsidRDefault="00281A6B">
                  <w:pPr>
                    <w:rPr>
                      <w:color w:val="E36C0A" w:themeColor="accent6" w:themeShade="BF"/>
                    </w:rPr>
                  </w:pPr>
                  <w:r w:rsidRPr="00435851">
                    <w:rPr>
                      <w:rFonts w:hint="eastAsia"/>
                      <w:color w:val="E36C0A" w:themeColor="accent6" w:themeShade="BF"/>
                    </w:rPr>
                    <w:t>動作ログ出力先ファイルを絶対パスで指定します。</w:t>
                  </w:r>
                </w:p>
              </w:txbxContent>
            </v:textbox>
          </v:shape>
        </w:pict>
      </w:r>
      <w:r>
        <w:rPr>
          <w:noProof/>
        </w:rPr>
        <w:pict w14:anchorId="472F8A94">
          <v:rect id="_x0000_s1326" style="position:absolute;left:0;text-align:left;margin-left:31.4pt;margin-top:61.65pt;width:189.7pt;height:15.05pt;z-index:251695616" filled="f" fillcolor="white [3201]" strokecolor="#f79646 [3209]" strokeweight="1pt">
            <v:stroke dashstyle="dash"/>
            <v:shadow color="#868686"/>
            <v:textbox inset="5.85pt,.25mm,5.85pt,.7pt"/>
          </v:rect>
        </w:pict>
      </w:r>
      <w:r>
        <w:pict w14:anchorId="1F9B1446">
          <v:shape id="_x0000_s1329" type="#_x0000_t202" style="width:413.8pt;height:203.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329" inset="5.85pt,.25mm,5.85pt,.7pt">
              <w:txbxContent>
                <w:p w14:paraId="3C86AEF3" w14:textId="77777777" w:rsidR="00281A6B" w:rsidRDefault="00281A6B" w:rsidP="004B4DB2">
                  <w:pPr>
                    <w:jc w:val="left"/>
                  </w:pPr>
                  <w:r>
                    <w:t>&lt;log4net&gt;</w:t>
                  </w:r>
                </w:p>
                <w:p w14:paraId="15F27673" w14:textId="77777777" w:rsidR="00281A6B" w:rsidRDefault="00281A6B" w:rsidP="00BF232D">
                  <w:pPr>
                    <w:ind w:leftChars="100" w:left="1260" w:hangingChars="500" w:hanging="1050"/>
                    <w:jc w:val="left"/>
                  </w:pPr>
                  <w:r>
                    <w:t>&lt;</w:t>
                  </w:r>
                  <w:proofErr w:type="spellStart"/>
                  <w:r>
                    <w:t>appender</w:t>
                  </w:r>
                  <w:proofErr w:type="spellEnd"/>
                  <w:r>
                    <w:t xml:space="preserve"> name="</w:t>
                  </w:r>
                  <w:proofErr w:type="spellStart"/>
                  <w:r>
                    <w:t>OperationLogFileAppender</w:t>
                  </w:r>
                  <w:proofErr w:type="spellEnd"/>
                  <w:r>
                    <w:t>" type="log4net.Appender.RollingFileAppender"&gt;</w:t>
                  </w:r>
                </w:p>
                <w:p w14:paraId="11B6C8E9" w14:textId="77777777" w:rsidR="00281A6B" w:rsidRDefault="00281A6B" w:rsidP="004B4DB2">
                  <w:pPr>
                    <w:ind w:leftChars="200" w:left="420"/>
                    <w:jc w:val="left"/>
                  </w:pPr>
                  <w:r>
                    <w:rPr>
                      <w:rFonts w:hint="eastAsia"/>
                    </w:rPr>
                    <w:t>&lt;file value="[</w:t>
                  </w:r>
                  <w:r>
                    <w:rPr>
                      <w:rFonts w:hint="eastAsia"/>
                    </w:rPr>
                    <w:t>動作ログファイルパス</w:t>
                  </w:r>
                  <w:r>
                    <w:rPr>
                      <w:rFonts w:hint="eastAsia"/>
                    </w:rPr>
                    <w:t>]" /&gt;</w:t>
                  </w:r>
                </w:p>
                <w:p w14:paraId="2C464FCA" w14:textId="77777777" w:rsidR="00281A6B" w:rsidRDefault="00281A6B" w:rsidP="004B4DB2">
                  <w:pPr>
                    <w:ind w:leftChars="200" w:left="420"/>
                    <w:jc w:val="left"/>
                  </w:pPr>
                  <w:r>
                    <w:t>&lt;</w:t>
                  </w:r>
                  <w:proofErr w:type="spellStart"/>
                  <w:r>
                    <w:t>appendToFile</w:t>
                  </w:r>
                  <w:proofErr w:type="spellEnd"/>
                  <w:r>
                    <w:t xml:space="preserve"> value="true" /&gt;</w:t>
                  </w:r>
                </w:p>
                <w:p w14:paraId="206FB441" w14:textId="77777777" w:rsidR="00281A6B" w:rsidRDefault="00281A6B" w:rsidP="004B4DB2">
                  <w:pPr>
                    <w:ind w:leftChars="200" w:left="420"/>
                    <w:jc w:val="left"/>
                  </w:pPr>
                  <w:r>
                    <w:t>&lt;</w:t>
                  </w:r>
                  <w:proofErr w:type="spellStart"/>
                  <w:r>
                    <w:t>rollingStyle</w:t>
                  </w:r>
                  <w:proofErr w:type="spellEnd"/>
                  <w:r>
                    <w:t xml:space="preserve"> value="Date" /&gt;</w:t>
                  </w:r>
                </w:p>
                <w:p w14:paraId="7862DA1B" w14:textId="77777777" w:rsidR="00281A6B" w:rsidRDefault="00281A6B" w:rsidP="004B4DB2">
                  <w:pPr>
                    <w:ind w:leftChars="200" w:left="420"/>
                    <w:jc w:val="left"/>
                  </w:pPr>
                  <w:r>
                    <w:t>&lt;</w:t>
                  </w:r>
                  <w:proofErr w:type="spellStart"/>
                  <w:r>
                    <w:t>datePattern</w:t>
                  </w:r>
                  <w:proofErr w:type="spellEnd"/>
                  <w:r>
                    <w:t xml:space="preserve"> value=".</w:t>
                  </w:r>
                  <w:proofErr w:type="spellStart"/>
                  <w:r>
                    <w:t>yyyyMMdd</w:t>
                  </w:r>
                  <w:proofErr w:type="spellEnd"/>
                  <w:r>
                    <w:t>" /&gt;</w:t>
                  </w:r>
                </w:p>
                <w:p w14:paraId="03563C5E" w14:textId="77777777" w:rsidR="00281A6B" w:rsidRDefault="00281A6B" w:rsidP="004B4DB2">
                  <w:pPr>
                    <w:ind w:leftChars="200" w:left="420"/>
                    <w:jc w:val="left"/>
                  </w:pPr>
                  <w:r>
                    <w:t>&lt;layout type="log4net.Layout.PatternLayout"&gt;</w:t>
                  </w:r>
                </w:p>
                <w:p w14:paraId="1E568DAF" w14:textId="77777777" w:rsidR="00281A6B" w:rsidRDefault="00281A6B" w:rsidP="004B4DB2">
                  <w:pPr>
                    <w:ind w:leftChars="300" w:left="630"/>
                    <w:jc w:val="left"/>
                  </w:pPr>
                  <w:r>
                    <w:t>&lt;</w:t>
                  </w:r>
                  <w:proofErr w:type="spellStart"/>
                  <w:r>
                    <w:t>conversionPattern</w:t>
                  </w:r>
                  <w:proofErr w:type="spellEnd"/>
                  <w:r>
                    <w:t xml:space="preserve"> value="%date [%thread] %-5level - %</w:t>
                  </w:r>
                  <w:proofErr w:type="spellStart"/>
                  <w:r>
                    <w:t>message%newline</w:t>
                  </w:r>
                  <w:proofErr w:type="spellEnd"/>
                  <w:r>
                    <w:t>" /&gt;</w:t>
                  </w:r>
                </w:p>
                <w:p w14:paraId="79863A81" w14:textId="77777777" w:rsidR="00281A6B" w:rsidRDefault="00281A6B" w:rsidP="004B4DB2">
                  <w:pPr>
                    <w:ind w:leftChars="200" w:left="420"/>
                    <w:jc w:val="left"/>
                  </w:pPr>
                  <w:r>
                    <w:t>&lt;/layout&gt;</w:t>
                  </w:r>
                </w:p>
                <w:p w14:paraId="2D7F4F17" w14:textId="77777777" w:rsidR="00281A6B" w:rsidRDefault="00281A6B" w:rsidP="004B4DB2">
                  <w:pPr>
                    <w:ind w:leftChars="100" w:left="210"/>
                    <w:jc w:val="left"/>
                  </w:pPr>
                  <w:r>
                    <w:t>&lt;/</w:t>
                  </w:r>
                  <w:proofErr w:type="spellStart"/>
                  <w:r>
                    <w:t>appender</w:t>
                  </w:r>
                  <w:proofErr w:type="spellEnd"/>
                  <w:r>
                    <w:t>&gt;</w:t>
                  </w:r>
                </w:p>
                <w:p w14:paraId="0809F250" w14:textId="77777777" w:rsidR="00281A6B" w:rsidRDefault="00281A6B" w:rsidP="004B4DB2">
                  <w:pPr>
                    <w:jc w:val="left"/>
                  </w:pPr>
                </w:p>
              </w:txbxContent>
            </v:textbox>
            <w10:anchorlock/>
          </v:shape>
        </w:pict>
      </w:r>
    </w:p>
    <w:p w14:paraId="4E128A18" w14:textId="476450E3" w:rsidR="0052058E" w:rsidRDefault="0052058E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14:paraId="6E7FFEDC" w14:textId="77777777" w:rsidR="004B0936" w:rsidRDefault="004B0936" w:rsidP="00F22DE6">
      <w:pPr>
        <w:rPr>
          <w:rFonts w:ascii="ＭＳ ゴシック" w:eastAsia="ＭＳ ゴシック" w:hAnsi="ＭＳ ゴシック"/>
        </w:rPr>
      </w:pPr>
    </w:p>
    <w:p w14:paraId="695D9DBB" w14:textId="77777777" w:rsidR="00E91D7D" w:rsidRDefault="00960403" w:rsidP="00960403">
      <w:pPr>
        <w:pStyle w:val="2"/>
      </w:pPr>
      <w:bookmarkStart w:id="12" w:name="_Toc76391868"/>
      <w:r w:rsidRPr="00960403">
        <w:rPr>
          <w:rFonts w:hint="eastAsia"/>
        </w:rPr>
        <w:t>CDA</w:t>
      </w:r>
      <w:r w:rsidRPr="00960403">
        <w:rPr>
          <w:rFonts w:hint="eastAsia"/>
        </w:rPr>
        <w:t>出力値設定</w:t>
      </w:r>
      <w:bookmarkEnd w:id="12"/>
    </w:p>
    <w:p w14:paraId="549AA130" w14:textId="452C2F14" w:rsidR="00435851" w:rsidRDefault="002B087D" w:rsidP="0052058E">
      <w:pPr>
        <w:ind w:leftChars="100" w:left="210"/>
        <w:rPr>
          <w:rFonts w:ascii="ＭＳ ゴシック" w:eastAsia="ＭＳ ゴシック" w:hAnsi="ＭＳ ゴシック"/>
        </w:rPr>
      </w:pPr>
      <w:r w:rsidRPr="001B7B98">
        <w:rPr>
          <w:rFonts w:asciiTheme="majorEastAsia" w:eastAsiaTheme="majorEastAsia" w:hAnsiTheme="majorEastAsia"/>
        </w:rPr>
        <w:t>configuration/</w:t>
      </w:r>
      <w:proofErr w:type="spellStart"/>
      <w:r>
        <w:rPr>
          <w:rFonts w:asciiTheme="majorEastAsia" w:eastAsiaTheme="majorEastAsia" w:hAnsiTheme="majorEastAsia" w:hint="eastAsia"/>
        </w:rPr>
        <w:t>appSetting</w:t>
      </w:r>
      <w:r w:rsidR="00EB6541">
        <w:rPr>
          <w:rFonts w:asciiTheme="majorEastAsia" w:eastAsiaTheme="majorEastAsia" w:hAnsiTheme="majorEastAsia" w:hint="eastAsia"/>
        </w:rPr>
        <w:t>s</w:t>
      </w:r>
      <w:proofErr w:type="spellEnd"/>
      <w:r>
        <w:rPr>
          <w:rFonts w:asciiTheme="majorEastAsia" w:eastAsiaTheme="majorEastAsia" w:hAnsiTheme="majorEastAsia" w:hint="eastAsia"/>
        </w:rPr>
        <w:t>/addタグのvalue属性を変更します。</w:t>
      </w:r>
    </w:p>
    <w:p w14:paraId="4B26861A" w14:textId="77777777" w:rsidR="00435851" w:rsidRDefault="003F723A" w:rsidP="00435851">
      <w:pPr>
        <w:ind w:leftChars="100" w:left="210"/>
        <w:rPr>
          <w:rFonts w:ascii="ＭＳ ゴシック" w:eastAsia="ＭＳ ゴシック" w:hAnsi="ＭＳ ゴシック"/>
        </w:rPr>
      </w:pPr>
      <w:r>
        <w:pict w14:anchorId="1F11B0A5">
          <v:shape id="_x0000_s1328" type="#_x0000_t202" style="width:413.8pt;height:145.9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328" inset="5.85pt,.25mm,5.85pt,.7pt">
              <w:txbxContent>
                <w:p w14:paraId="5014AFF0" w14:textId="77777777" w:rsidR="00281A6B" w:rsidRDefault="00281A6B" w:rsidP="00435851">
                  <w:pPr>
                    <w:jc w:val="left"/>
                  </w:pPr>
                  <w:r>
                    <w:t>&lt;</w:t>
                  </w:r>
                  <w:proofErr w:type="spellStart"/>
                  <w:r>
                    <w:t>appSettings</w:t>
                  </w:r>
                  <w:proofErr w:type="spellEnd"/>
                  <w:r>
                    <w:t>&gt;</w:t>
                  </w:r>
                </w:p>
                <w:p w14:paraId="44AE64B4" w14:textId="77777777" w:rsidR="00281A6B" w:rsidRDefault="00281A6B" w:rsidP="00E4450B">
                  <w:pPr>
                    <w:ind w:leftChars="100" w:left="210"/>
                    <w:jc w:val="left"/>
                  </w:pPr>
                  <w:r>
                    <w:rPr>
                      <w:rFonts w:hint="eastAsia"/>
                    </w:rPr>
                    <w:t xml:space="preserve">&lt;!-- </w:t>
                  </w:r>
                  <w:r>
                    <w:rPr>
                      <w:rFonts w:hint="eastAsia"/>
                    </w:rPr>
                    <w:t>病院コード</w:t>
                  </w:r>
                  <w:r>
                    <w:rPr>
                      <w:rFonts w:hint="eastAsia"/>
                    </w:rPr>
                    <w:t>(10</w:t>
                  </w:r>
                  <w:r>
                    <w:rPr>
                      <w:rFonts w:hint="eastAsia"/>
                    </w:rPr>
                    <w:t>桁</w:t>
                  </w:r>
                  <w:r>
                    <w:rPr>
                      <w:rFonts w:hint="eastAsia"/>
                    </w:rPr>
                    <w:t>) --&gt;</w:t>
                  </w:r>
                </w:p>
                <w:p w14:paraId="715A1C83" w14:textId="77777777" w:rsidR="00281A6B" w:rsidRDefault="00281A6B" w:rsidP="00E4450B">
                  <w:pPr>
                    <w:ind w:leftChars="100" w:left="210"/>
                    <w:jc w:val="left"/>
                  </w:pPr>
                  <w:r>
                    <w:rPr>
                      <w:rFonts w:hint="eastAsia"/>
                    </w:rPr>
                    <w:t>&lt;add key="</w:t>
                  </w:r>
                  <w:proofErr w:type="spellStart"/>
                  <w:r>
                    <w:rPr>
                      <w:rFonts w:hint="eastAsia"/>
                    </w:rPr>
                    <w:t>HospitalCode</w:t>
                  </w:r>
                  <w:proofErr w:type="spellEnd"/>
                  <w:r>
                    <w:rPr>
                      <w:rFonts w:hint="eastAsia"/>
                    </w:rPr>
                    <w:t xml:space="preserve">" </w:t>
                  </w:r>
                  <w:r w:rsidRPr="00740F02">
                    <w:rPr>
                      <w:rStyle w:val="22"/>
                      <w:rFonts w:hint="eastAsia"/>
                      <w:color w:val="auto"/>
                    </w:rPr>
                    <w:t>value="</w:t>
                  </w:r>
                  <w:r w:rsidRPr="002B087D">
                    <w:rPr>
                      <w:rStyle w:val="22"/>
                      <w:rFonts w:hint="eastAsia"/>
                    </w:rPr>
                    <w:t>[</w:t>
                  </w:r>
                  <w:r w:rsidRPr="002B087D">
                    <w:rPr>
                      <w:rStyle w:val="22"/>
                      <w:rFonts w:hint="eastAsia"/>
                    </w:rPr>
                    <w:t>病院コード</w:t>
                  </w:r>
                  <w:r w:rsidRPr="002B087D">
                    <w:rPr>
                      <w:rStyle w:val="22"/>
                      <w:rFonts w:hint="eastAsia"/>
                    </w:rPr>
                    <w:t>]</w:t>
                  </w:r>
                  <w:r w:rsidRPr="00740F02">
                    <w:rPr>
                      <w:rStyle w:val="22"/>
                      <w:rFonts w:hint="eastAsia"/>
                      <w:color w:val="auto"/>
                    </w:rPr>
                    <w:t xml:space="preserve">" </w:t>
                  </w:r>
                  <w:r>
                    <w:rPr>
                      <w:rFonts w:hint="eastAsia"/>
                    </w:rPr>
                    <w:t>/&gt;</w:t>
                  </w:r>
                </w:p>
                <w:p w14:paraId="2904C69A" w14:textId="77777777" w:rsidR="00281A6B" w:rsidRDefault="00281A6B" w:rsidP="00E4450B">
                  <w:pPr>
                    <w:ind w:leftChars="100" w:left="210"/>
                    <w:jc w:val="left"/>
                  </w:pPr>
                  <w:r>
                    <w:t>&lt;!-- OID --&gt;</w:t>
                  </w:r>
                </w:p>
                <w:p w14:paraId="3743C2E9" w14:textId="77777777" w:rsidR="00281A6B" w:rsidRDefault="00281A6B" w:rsidP="00E4450B">
                  <w:pPr>
                    <w:ind w:leftChars="100" w:left="210"/>
                    <w:jc w:val="left"/>
                  </w:pPr>
                  <w:r>
                    <w:t xml:space="preserve">&lt;add key="OID" </w:t>
                  </w:r>
                  <w:r w:rsidRPr="00740F02">
                    <w:rPr>
                      <w:rStyle w:val="22"/>
                      <w:color w:val="auto"/>
                    </w:rPr>
                    <w:t>value="</w:t>
                  </w:r>
                  <w:r w:rsidRPr="002B087D">
                    <w:rPr>
                      <w:rStyle w:val="22"/>
                    </w:rPr>
                    <w:t>[OID]</w:t>
                  </w:r>
                  <w:r w:rsidRPr="00740F02">
                    <w:rPr>
                      <w:rStyle w:val="22"/>
                      <w:color w:val="auto"/>
                    </w:rPr>
                    <w:t>"</w:t>
                  </w:r>
                  <w:r w:rsidRPr="00740F02">
                    <w:t xml:space="preserve"> </w:t>
                  </w:r>
                  <w:r>
                    <w:t>/&gt;</w:t>
                  </w:r>
                </w:p>
                <w:p w14:paraId="3D992AA1" w14:textId="77777777" w:rsidR="00281A6B" w:rsidRDefault="00281A6B" w:rsidP="00E4450B">
                  <w:pPr>
                    <w:ind w:leftChars="100" w:left="210"/>
                    <w:jc w:val="left"/>
                  </w:pPr>
                  <w:r>
                    <w:rPr>
                      <w:rFonts w:hint="eastAsia"/>
                    </w:rPr>
                    <w:t xml:space="preserve">&lt;!-- </w:t>
                  </w:r>
                  <w:r>
                    <w:rPr>
                      <w:rFonts w:hint="eastAsia"/>
                    </w:rPr>
                    <w:t>患者所属組織</w:t>
                  </w:r>
                  <w:r>
                    <w:rPr>
                      <w:rFonts w:hint="eastAsia"/>
                    </w:rPr>
                    <w:t>ID --&gt;</w:t>
                  </w:r>
                </w:p>
                <w:p w14:paraId="38052EFE" w14:textId="77777777" w:rsidR="00281A6B" w:rsidRDefault="00281A6B" w:rsidP="00E4450B">
                  <w:pPr>
                    <w:ind w:leftChars="100" w:left="210"/>
                    <w:jc w:val="left"/>
                  </w:pPr>
                  <w:r>
                    <w:rPr>
                      <w:rFonts w:hint="eastAsia"/>
                    </w:rPr>
                    <w:t>&lt;add key="</w:t>
                  </w:r>
                  <w:proofErr w:type="spellStart"/>
                  <w:r>
                    <w:rPr>
                      <w:rFonts w:hint="eastAsia"/>
                    </w:rPr>
                    <w:t>PatientRoleProviderOrganizationID</w:t>
                  </w:r>
                  <w:proofErr w:type="spellEnd"/>
                  <w:r>
                    <w:rPr>
                      <w:rFonts w:hint="eastAsia"/>
                    </w:rPr>
                    <w:t xml:space="preserve">" </w:t>
                  </w:r>
                  <w:r w:rsidRPr="00740F02">
                    <w:rPr>
                      <w:rStyle w:val="22"/>
                      <w:rFonts w:hint="eastAsia"/>
                      <w:color w:val="auto"/>
                    </w:rPr>
                    <w:t>value="</w:t>
                  </w:r>
                  <w:r w:rsidRPr="002B087D">
                    <w:rPr>
                      <w:rStyle w:val="22"/>
                      <w:rFonts w:hint="eastAsia"/>
                    </w:rPr>
                    <w:t>[</w:t>
                  </w:r>
                  <w:r w:rsidRPr="002B087D">
                    <w:rPr>
                      <w:rStyle w:val="22"/>
                      <w:rFonts w:hint="eastAsia"/>
                    </w:rPr>
                    <w:t>患者所属組織</w:t>
                  </w:r>
                  <w:r w:rsidRPr="002B087D">
                    <w:rPr>
                      <w:rStyle w:val="22"/>
                      <w:rFonts w:hint="eastAsia"/>
                    </w:rPr>
                    <w:t>ID]</w:t>
                  </w:r>
                  <w:r w:rsidRPr="00740F02">
                    <w:rPr>
                      <w:rStyle w:val="22"/>
                      <w:rFonts w:hint="eastAsia"/>
                      <w:color w:val="auto"/>
                    </w:rPr>
                    <w:t>"</w:t>
                  </w:r>
                  <w:r w:rsidRPr="002B087D">
                    <w:rPr>
                      <w:rStyle w:val="22"/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/&gt;</w:t>
                  </w:r>
                </w:p>
                <w:p w14:paraId="39E88B35" w14:textId="77777777" w:rsidR="00281A6B" w:rsidRDefault="00281A6B" w:rsidP="00435851">
                  <w:pPr>
                    <w:jc w:val="left"/>
                  </w:pPr>
                  <w:r>
                    <w:t>&lt;/</w:t>
                  </w:r>
                  <w:proofErr w:type="spellStart"/>
                  <w:r>
                    <w:t>appSettings</w:t>
                  </w:r>
                  <w:proofErr w:type="spellEnd"/>
                  <w:r>
                    <w:t>&gt;</w:t>
                  </w:r>
                </w:p>
              </w:txbxContent>
            </v:textbox>
            <w10:anchorlock/>
          </v:shape>
        </w:pict>
      </w:r>
    </w:p>
    <w:p w14:paraId="5BB0F8CA" w14:textId="4B16DE8B" w:rsidR="002B087D" w:rsidRPr="00F706BD" w:rsidRDefault="002B087D" w:rsidP="0052058E">
      <w:pPr>
        <w:rPr>
          <w:rFonts w:ascii="ＭＳ ゴシック" w:eastAsia="ＭＳ ゴシック" w:hAnsi="ＭＳ ゴシック"/>
        </w:rPr>
      </w:pPr>
    </w:p>
    <w:tbl>
      <w:tblPr>
        <w:tblStyle w:val="a4"/>
        <w:tblW w:w="7871" w:type="dxa"/>
        <w:jc w:val="center"/>
        <w:tblLook w:val="01E0" w:firstRow="1" w:lastRow="1" w:firstColumn="1" w:lastColumn="1" w:noHBand="0" w:noVBand="0"/>
      </w:tblPr>
      <w:tblGrid>
        <w:gridCol w:w="2999"/>
        <w:gridCol w:w="4872"/>
      </w:tblGrid>
      <w:tr w:rsidR="002B087D" w:rsidRPr="00A5228C" w14:paraId="2FC8AE73" w14:textId="77777777" w:rsidTr="007A02EA">
        <w:trPr>
          <w:cantSplit/>
          <w:tblHeader/>
          <w:jc w:val="center"/>
        </w:trPr>
        <w:tc>
          <w:tcPr>
            <w:tcW w:w="2999" w:type="dxa"/>
            <w:shd w:val="clear" w:color="auto" w:fill="99CCFF"/>
          </w:tcPr>
          <w:p w14:paraId="2F45471C" w14:textId="77777777" w:rsidR="002B087D" w:rsidRPr="00A5228C" w:rsidRDefault="00435A38" w:rsidP="002B087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変更箇所</w:t>
            </w:r>
          </w:p>
        </w:tc>
        <w:tc>
          <w:tcPr>
            <w:tcW w:w="4872" w:type="dxa"/>
            <w:shd w:val="clear" w:color="auto" w:fill="99CCFF"/>
          </w:tcPr>
          <w:p w14:paraId="0FC5BBF7" w14:textId="77777777" w:rsidR="002B087D" w:rsidRPr="00A5228C" w:rsidRDefault="008C16C2" w:rsidP="002B087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変更内容</w:t>
            </w:r>
          </w:p>
        </w:tc>
      </w:tr>
      <w:tr w:rsidR="002B087D" w:rsidRPr="00A5228C" w14:paraId="6B6B58F0" w14:textId="77777777" w:rsidTr="007A02EA">
        <w:trPr>
          <w:cantSplit/>
          <w:jc w:val="center"/>
        </w:trPr>
        <w:tc>
          <w:tcPr>
            <w:tcW w:w="2999" w:type="dxa"/>
          </w:tcPr>
          <w:p w14:paraId="40D942B3" w14:textId="77777777" w:rsidR="002B087D" w:rsidRPr="00A5228C" w:rsidRDefault="00435A38" w:rsidP="002B087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病院コード</w:t>
            </w:r>
          </w:p>
        </w:tc>
        <w:tc>
          <w:tcPr>
            <w:tcW w:w="4872" w:type="dxa"/>
          </w:tcPr>
          <w:p w14:paraId="69E0AD75" w14:textId="77777777" w:rsidR="002B087D" w:rsidRPr="00F874F2" w:rsidRDefault="002B087D" w:rsidP="002B087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[病院コード]に</w:t>
            </w:r>
            <w:r w:rsidR="008C16C2" w:rsidRPr="008C16C2">
              <w:rPr>
                <w:rFonts w:ascii="ＭＳ ゴシック" w:eastAsia="ＭＳ ゴシック" w:hAnsi="ＭＳ ゴシック" w:hint="eastAsia"/>
              </w:rPr>
              <w:t>CDAに出力する</w:t>
            </w:r>
            <w:r w:rsidR="008C16C2">
              <w:rPr>
                <w:rFonts w:ascii="ＭＳ ゴシック" w:eastAsia="ＭＳ ゴシック" w:hAnsi="ＭＳ ゴシック" w:hint="eastAsia"/>
              </w:rPr>
              <w:t>10桁の病院コードを設定します。</w:t>
            </w:r>
          </w:p>
        </w:tc>
      </w:tr>
      <w:tr w:rsidR="002B087D" w:rsidRPr="00A5228C" w14:paraId="55ECC448" w14:textId="77777777" w:rsidTr="007A02EA">
        <w:trPr>
          <w:cantSplit/>
          <w:jc w:val="center"/>
        </w:trPr>
        <w:tc>
          <w:tcPr>
            <w:tcW w:w="2999" w:type="dxa"/>
          </w:tcPr>
          <w:p w14:paraId="103FDD8F" w14:textId="77777777" w:rsidR="002B087D" w:rsidRPr="00A5228C" w:rsidRDefault="002B087D" w:rsidP="002B087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OID</w:t>
            </w:r>
          </w:p>
        </w:tc>
        <w:tc>
          <w:tcPr>
            <w:tcW w:w="4872" w:type="dxa"/>
          </w:tcPr>
          <w:p w14:paraId="7D237FDA" w14:textId="77777777" w:rsidR="002B087D" w:rsidRPr="00F874F2" w:rsidRDefault="002B087D" w:rsidP="002B087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[OID]</w:t>
            </w:r>
            <w:r w:rsidR="008C16C2">
              <w:rPr>
                <w:rFonts w:ascii="ＭＳ ゴシック" w:eastAsia="ＭＳ ゴシック" w:hAnsi="ＭＳ ゴシック" w:hint="eastAsia"/>
              </w:rPr>
              <w:t>に</w:t>
            </w:r>
            <w:r w:rsidR="008C16C2" w:rsidRPr="008C16C2">
              <w:rPr>
                <w:rFonts w:ascii="ＭＳ ゴシック" w:eastAsia="ＭＳ ゴシック" w:hAnsi="ＭＳ ゴシック" w:hint="eastAsia"/>
              </w:rPr>
              <w:t>CDAに出力する</w:t>
            </w:r>
            <w:r w:rsidR="008C16C2">
              <w:rPr>
                <w:rFonts w:ascii="ＭＳ ゴシック" w:eastAsia="ＭＳ ゴシック" w:hAnsi="ＭＳ ゴシック" w:hint="eastAsia"/>
              </w:rPr>
              <w:t>OIDを設定します。</w:t>
            </w:r>
          </w:p>
        </w:tc>
      </w:tr>
      <w:tr w:rsidR="002B087D" w:rsidRPr="00A5228C" w14:paraId="2DE0A85F" w14:textId="77777777" w:rsidTr="007A02EA">
        <w:trPr>
          <w:cantSplit/>
          <w:jc w:val="center"/>
        </w:trPr>
        <w:tc>
          <w:tcPr>
            <w:tcW w:w="2999" w:type="dxa"/>
          </w:tcPr>
          <w:p w14:paraId="7732E22F" w14:textId="77777777" w:rsidR="002B087D" w:rsidRDefault="00435A38" w:rsidP="002B087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患者所属組織ID</w:t>
            </w:r>
          </w:p>
        </w:tc>
        <w:tc>
          <w:tcPr>
            <w:tcW w:w="4872" w:type="dxa"/>
          </w:tcPr>
          <w:p w14:paraId="761C11B8" w14:textId="77777777" w:rsidR="002B087D" w:rsidRPr="00F874F2" w:rsidRDefault="002B087D" w:rsidP="002B087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[患者所属組織ID]</w:t>
            </w:r>
            <w:r w:rsidR="008C16C2">
              <w:rPr>
                <w:rFonts w:ascii="ＭＳ ゴシック" w:eastAsia="ＭＳ ゴシック" w:hAnsi="ＭＳ ゴシック" w:hint="eastAsia"/>
              </w:rPr>
              <w:t xml:space="preserve"> に</w:t>
            </w:r>
            <w:r w:rsidR="008C16C2" w:rsidRPr="008C16C2">
              <w:rPr>
                <w:rFonts w:ascii="ＭＳ ゴシック" w:eastAsia="ＭＳ ゴシック" w:hAnsi="ＭＳ ゴシック" w:hint="eastAsia"/>
              </w:rPr>
              <w:t>CDAに出力する</w:t>
            </w:r>
            <w:r w:rsidR="008C16C2">
              <w:rPr>
                <w:rFonts w:ascii="ＭＳ ゴシック" w:eastAsia="ＭＳ ゴシック" w:hAnsi="ＭＳ ゴシック" w:hint="eastAsia"/>
              </w:rPr>
              <w:t>患者所属組織IDを設定します。</w:t>
            </w:r>
          </w:p>
        </w:tc>
      </w:tr>
    </w:tbl>
    <w:p w14:paraId="2F205CB8" w14:textId="77777777" w:rsidR="00FC7223" w:rsidRDefault="00FC7223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14:paraId="0791C5A8" w14:textId="77777777" w:rsidR="0055395D" w:rsidRPr="000D14E9" w:rsidRDefault="00526F2F" w:rsidP="0055395D">
      <w:pPr>
        <w:pStyle w:val="116pt1"/>
        <w:ind w:left="0"/>
      </w:pPr>
      <w:bookmarkStart w:id="13" w:name="_Toc76391869"/>
      <w:r>
        <w:rPr>
          <w:rFonts w:hint="eastAsia"/>
        </w:rPr>
        <w:lastRenderedPageBreak/>
        <w:t>ライセンス</w:t>
      </w:r>
      <w:bookmarkEnd w:id="13"/>
    </w:p>
    <w:p w14:paraId="7E586417" w14:textId="77777777" w:rsidR="00E91D7D" w:rsidRDefault="00E91D7D" w:rsidP="00F22DE6">
      <w:pPr>
        <w:rPr>
          <w:rFonts w:ascii="ＭＳ ゴシック" w:eastAsia="ＭＳ ゴシック" w:hAnsi="ＭＳ ゴシック"/>
        </w:rPr>
      </w:pPr>
    </w:p>
    <w:p w14:paraId="2004D10D" w14:textId="1C501BD3" w:rsidR="00526F2F" w:rsidRDefault="00A27EFD" w:rsidP="00D959D8">
      <w:r>
        <w:rPr>
          <w:rFonts w:hint="eastAsia"/>
        </w:rPr>
        <w:t>Apache log4net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02"/>
      </w:tblGrid>
      <w:tr w:rsidR="006B02AC" w:rsidRPr="00BE1D2D" w14:paraId="68419525" w14:textId="77777777" w:rsidTr="006B02AC">
        <w:tc>
          <w:tcPr>
            <w:tcW w:w="8702" w:type="dxa"/>
          </w:tcPr>
          <w:p w14:paraId="73D49B96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Apache log4net</w:t>
            </w:r>
          </w:p>
          <w:p w14:paraId="3E61CEB7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Copyright 2004-2013 The Apache Software Foundation</w:t>
            </w:r>
          </w:p>
          <w:p w14:paraId="49441AD2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4C5CA0C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This product includes software developed at</w:t>
            </w:r>
          </w:p>
          <w:p w14:paraId="42E50D72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The Apache Software Foundation (http://www.apache.org/).</w:t>
            </w:r>
          </w:p>
        </w:tc>
      </w:tr>
    </w:tbl>
    <w:p w14:paraId="37039844" w14:textId="77777777" w:rsidR="00E776CE" w:rsidRPr="00BE1D2D" w:rsidRDefault="00E776CE" w:rsidP="00F22DE6">
      <w:pPr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02"/>
      </w:tblGrid>
      <w:tr w:rsidR="006B02AC" w:rsidRPr="00BE1D2D" w14:paraId="543F5836" w14:textId="77777777" w:rsidTr="006B02AC">
        <w:tc>
          <w:tcPr>
            <w:tcW w:w="8702" w:type="dxa"/>
          </w:tcPr>
          <w:p w14:paraId="1FF52ACB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                       Apache License</w:t>
            </w:r>
          </w:p>
          <w:p w14:paraId="1B77692B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                 Version 2.0, January 2004</w:t>
            </w:r>
          </w:p>
          <w:p w14:paraId="4F0A4BAB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              http://www.apache.org/licenses/</w:t>
            </w:r>
          </w:p>
          <w:p w14:paraId="5905D009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F0ADF35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TERMS AND CONDITIONS FOR USE, REPRODUCTION, AND DISTRIBUTION</w:t>
            </w:r>
          </w:p>
          <w:p w14:paraId="6F21CA58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E5C86DA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1. Definitions.</w:t>
            </w:r>
          </w:p>
          <w:p w14:paraId="3EAE672F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3B95801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"License" shall mean the terms and conditions for use, reproduction,</w:t>
            </w:r>
          </w:p>
          <w:p w14:paraId="387207B7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and distribution as defined by Sections 1 through 9 of this document.</w:t>
            </w:r>
          </w:p>
          <w:p w14:paraId="099EB9CC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94A7112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"Licensor" shall mean the copyright owner or entity authorized by</w:t>
            </w:r>
          </w:p>
          <w:p w14:paraId="27E08E97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the copyright owner that is granting the License.</w:t>
            </w:r>
          </w:p>
          <w:p w14:paraId="6CCB0288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32D06C7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"Legal Entity" shall mean the union of the acting entity and all</w:t>
            </w:r>
          </w:p>
          <w:p w14:paraId="3169E55F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other entities that control, are controlled by, or are under common</w:t>
            </w:r>
          </w:p>
          <w:p w14:paraId="469148A0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control with that entity. For the purposes of this definition,</w:t>
            </w:r>
          </w:p>
          <w:p w14:paraId="4E9BF72B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"control" means (</w:t>
            </w:r>
            <w:proofErr w:type="spellStart"/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i</w:t>
            </w:r>
            <w:proofErr w:type="spellEnd"/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) the power, direct or indirect, to cause the</w:t>
            </w:r>
          </w:p>
          <w:p w14:paraId="50660CAE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direction or management of such entity, whether by contract or</w:t>
            </w:r>
          </w:p>
          <w:p w14:paraId="760143C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otherwise, or (ii) ownership of fifty percent (50%) or more of the</w:t>
            </w:r>
          </w:p>
          <w:p w14:paraId="29931273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outstanding shares, or (iii) beneficial ownership of such entity.</w:t>
            </w:r>
          </w:p>
          <w:p w14:paraId="0A378CB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101EE2AA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"You" (or "Your") shall mean an individual or Legal Entity</w:t>
            </w:r>
          </w:p>
          <w:p w14:paraId="0BEA497C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exercising permissions granted by this License.</w:t>
            </w:r>
          </w:p>
          <w:p w14:paraId="3611D697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5622FB3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"Source" form shall mean the preferred form for making modifications,</w:t>
            </w:r>
          </w:p>
          <w:p w14:paraId="02CCE5DC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lastRenderedPageBreak/>
              <w:t xml:space="preserve">      including but not limited to software source code, documentation</w:t>
            </w:r>
          </w:p>
          <w:p w14:paraId="099AD7C1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source, and configuration files.</w:t>
            </w:r>
          </w:p>
          <w:p w14:paraId="1453CEC0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E2F58BB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"Object" form shall mean any form resulting from mechanical</w:t>
            </w:r>
          </w:p>
          <w:p w14:paraId="296BE958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transformation or translation of a Source form, including but</w:t>
            </w:r>
          </w:p>
          <w:p w14:paraId="2BE3AA50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not limited to compiled object code, generated documentation,</w:t>
            </w:r>
          </w:p>
          <w:p w14:paraId="580994A1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and conversions to other media types.</w:t>
            </w:r>
          </w:p>
          <w:p w14:paraId="0297CEF7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14EB917B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"Work" shall mean the work of authorship, whether in Source or</w:t>
            </w:r>
          </w:p>
          <w:p w14:paraId="2C38D48F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Object form, made available under the License, as indicated by a</w:t>
            </w:r>
          </w:p>
          <w:p w14:paraId="1B3F3743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copyright notice that is included in or attached to the work</w:t>
            </w:r>
          </w:p>
          <w:p w14:paraId="6337B97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(an example is provided in the Appendix below).</w:t>
            </w:r>
          </w:p>
          <w:p w14:paraId="6BD3DA6E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96FAEF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"Derivative Works" shall mean any work, whether in Source or Object</w:t>
            </w:r>
          </w:p>
          <w:p w14:paraId="0C98F1A9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form, that is based on (or derived from) the Work and for which the</w:t>
            </w:r>
          </w:p>
          <w:p w14:paraId="627B9A63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editorial revisions, annotations, elaborations, or other modifications</w:t>
            </w:r>
          </w:p>
          <w:p w14:paraId="3ADEB86F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represent, as a whole, an original work of authorship. For the purposes</w:t>
            </w:r>
          </w:p>
          <w:p w14:paraId="0D564674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of this License, Derivative Works shall not include works that remain</w:t>
            </w:r>
          </w:p>
          <w:p w14:paraId="41D99899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separable from, or merely link (or bind by name) to the interfaces of,</w:t>
            </w:r>
          </w:p>
          <w:p w14:paraId="53BFF1DC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the Work and Derivative Works thereof.</w:t>
            </w:r>
          </w:p>
          <w:p w14:paraId="05AE5B51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CF1F677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"Contribution" shall mean any work of authorship, including</w:t>
            </w:r>
          </w:p>
          <w:p w14:paraId="3988E402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the original version of the Work and any modifications or additions</w:t>
            </w:r>
          </w:p>
          <w:p w14:paraId="53A00415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to that Work or Derivative Works thereof, that is intentionally</w:t>
            </w:r>
          </w:p>
          <w:p w14:paraId="3CC96DEC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submitted to Licensor for inclusion in the Work by the copyright owner</w:t>
            </w:r>
          </w:p>
          <w:p w14:paraId="168ADDD7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or by an individual or Legal Entity authorized to submit on behalf of</w:t>
            </w:r>
          </w:p>
          <w:p w14:paraId="686D322E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the copyright owner. For the purposes of this definition, "submitted"</w:t>
            </w:r>
          </w:p>
          <w:p w14:paraId="402B0DF1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means any form of electronic, verbal, or written communication sent</w:t>
            </w:r>
          </w:p>
          <w:p w14:paraId="4EC29A5C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to the Licensor or its representatives, including but not limited to</w:t>
            </w:r>
          </w:p>
          <w:p w14:paraId="1AA8A406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communication on electronic mailing lists, source code control systems,</w:t>
            </w:r>
          </w:p>
          <w:p w14:paraId="52A94389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and issue tracking systems that are managed by, or on behalf of, the</w:t>
            </w:r>
          </w:p>
          <w:p w14:paraId="4290B1F1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Licensor for the purpose of discussing and improving the Work, but</w:t>
            </w:r>
          </w:p>
          <w:p w14:paraId="440735DB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excluding communication that is conspicuously marked or otherwise</w:t>
            </w:r>
          </w:p>
          <w:p w14:paraId="63A9DB16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designated in writing by the copyright owner as "Not a Contribution."</w:t>
            </w:r>
          </w:p>
          <w:p w14:paraId="0646D49B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656EA37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"Contributor" shall mean Licensor and any individual or Legal Entity</w:t>
            </w:r>
          </w:p>
          <w:p w14:paraId="2F642AC1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lastRenderedPageBreak/>
              <w:t xml:space="preserve">      on behalf of whom a Contribution has been received by Licensor and</w:t>
            </w:r>
          </w:p>
          <w:p w14:paraId="30C901BC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subsequently incorporated within the Work.</w:t>
            </w:r>
          </w:p>
          <w:p w14:paraId="2A54580C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0C29A88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2. Grant of Copyright License. Subject to the terms and conditions of</w:t>
            </w:r>
          </w:p>
          <w:p w14:paraId="44AF0289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this License, each Contributor hereby grants to You a perpetual,</w:t>
            </w:r>
          </w:p>
          <w:p w14:paraId="09012547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worldwide, non-exclusive, no-charge, royalty-free, irrevocable</w:t>
            </w:r>
          </w:p>
          <w:p w14:paraId="0BFFDC21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copyright license to reproduce, prepare Derivative Works of,</w:t>
            </w:r>
          </w:p>
          <w:p w14:paraId="71AC8E77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publicly display, publicly perform, sublicense, and distribute the</w:t>
            </w:r>
          </w:p>
          <w:p w14:paraId="03E25914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Work and such Derivative Works in Source or Object form.</w:t>
            </w:r>
          </w:p>
          <w:p w14:paraId="1D8012D5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55F428E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3. Grant of Patent License. Subject to the terms and conditions of</w:t>
            </w:r>
          </w:p>
          <w:p w14:paraId="42891EDF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this License, each Contributor hereby grants to You a perpetual,</w:t>
            </w:r>
          </w:p>
          <w:p w14:paraId="21723053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worldwide, non-exclusive, no-charge, royalty-free, irrevocable</w:t>
            </w:r>
          </w:p>
          <w:p w14:paraId="34B4956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(except as stated in this section) patent license to make, have made,</w:t>
            </w:r>
          </w:p>
          <w:p w14:paraId="0ED5560F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use, offer to sell, sell, import, and otherwise transfer the Work,</w:t>
            </w:r>
          </w:p>
          <w:p w14:paraId="295340A9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where such license applies only to those patent claims licensable</w:t>
            </w:r>
          </w:p>
          <w:p w14:paraId="79E46A9C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by such Contributor that are necessarily infringed by their</w:t>
            </w:r>
          </w:p>
          <w:p w14:paraId="4ADACCFF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Contribution(s) alone or by combination of their Contribution(s)</w:t>
            </w:r>
          </w:p>
          <w:p w14:paraId="46F722E3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with the Work to which such Contribution(s) was submitted. If You</w:t>
            </w:r>
          </w:p>
          <w:p w14:paraId="1202268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institute patent litigation against any entity (including a</w:t>
            </w:r>
          </w:p>
          <w:p w14:paraId="778D98A8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cross-claim or counterclaim in a lawsuit) alleging that the Work</w:t>
            </w:r>
          </w:p>
          <w:p w14:paraId="0E265008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or a Contribution incorporated within the Work constitutes direct</w:t>
            </w:r>
          </w:p>
          <w:p w14:paraId="6ED90511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or contributory patent infringement, then any patent licenses</w:t>
            </w:r>
          </w:p>
          <w:p w14:paraId="16A445EE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granted to You under this License for that Work shall terminate</w:t>
            </w:r>
          </w:p>
          <w:p w14:paraId="371B6C8A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as of the date such litigation is filed.</w:t>
            </w:r>
          </w:p>
          <w:p w14:paraId="321FC300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7889AD0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4. Redistribution. You may reproduce and distribute copies of the</w:t>
            </w:r>
          </w:p>
          <w:p w14:paraId="1EA7DFC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Work or Derivative Works thereof in any medium, with or without</w:t>
            </w:r>
          </w:p>
          <w:p w14:paraId="294184D4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modifications, and in Source or Object form, provided that You</w:t>
            </w:r>
          </w:p>
          <w:p w14:paraId="51918C2F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meet the following conditions:</w:t>
            </w:r>
          </w:p>
          <w:p w14:paraId="57BBD8B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C76B98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(a) You must give any other recipients of the Work or</w:t>
            </w:r>
          </w:p>
          <w:p w14:paraId="51B94FD5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Derivative Works a copy of this License; and</w:t>
            </w:r>
          </w:p>
          <w:p w14:paraId="4D3870A6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9467B15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(b) You must cause any modified files to carry prominent notices</w:t>
            </w:r>
          </w:p>
          <w:p w14:paraId="6FEC81E2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stating that You changed the files; and</w:t>
            </w:r>
          </w:p>
          <w:p w14:paraId="5F3FB037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958043A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(c) You must retain, in the Source form of any Derivative Works</w:t>
            </w:r>
          </w:p>
          <w:p w14:paraId="30A6DB2B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that You distribute, all copyright, patent, trademark, and</w:t>
            </w:r>
          </w:p>
          <w:p w14:paraId="0C32E002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attribution notices from the Source form of the Work,</w:t>
            </w:r>
          </w:p>
          <w:p w14:paraId="16C868F9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excluding those notices that do not pertain to any part of</w:t>
            </w:r>
          </w:p>
          <w:p w14:paraId="216FCD6F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the Derivative Works; and</w:t>
            </w:r>
          </w:p>
          <w:p w14:paraId="5928DEE9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FFC6458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(d) If the Work includes a "NOTICE" text file as part of its</w:t>
            </w:r>
          </w:p>
          <w:p w14:paraId="60A23352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distribution, then any Derivative Works that You distribute must</w:t>
            </w:r>
          </w:p>
          <w:p w14:paraId="4997C933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include a readable copy of the attribution notices contained</w:t>
            </w:r>
          </w:p>
          <w:p w14:paraId="5F0E7F65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within such NOTICE file, excluding those notices that do not</w:t>
            </w:r>
          </w:p>
          <w:p w14:paraId="4A3A25A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pertain to any part of the Derivative Works, in at least one</w:t>
            </w:r>
          </w:p>
          <w:p w14:paraId="33C42B79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of the following places: within a NOTICE text file distributed</w:t>
            </w:r>
          </w:p>
          <w:p w14:paraId="07C4A1B1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as part of the Derivative Works; within the Source form or</w:t>
            </w:r>
          </w:p>
          <w:p w14:paraId="1D7BC9E3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documentation, if provided along with the Derivative Works; or,</w:t>
            </w:r>
          </w:p>
          <w:p w14:paraId="30FCC0F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within a display generated by the Derivative Works, if and</w:t>
            </w:r>
          </w:p>
          <w:p w14:paraId="6B84743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wherever such third-party notices normally appear. The contents</w:t>
            </w:r>
          </w:p>
          <w:p w14:paraId="536C2931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of the NOTICE file are for informational purposes only and</w:t>
            </w:r>
          </w:p>
          <w:p w14:paraId="77751F54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do not modify the License. You may add Your own attribution</w:t>
            </w:r>
          </w:p>
          <w:p w14:paraId="633FD43F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notices within Derivative Works that You distribute, alongside</w:t>
            </w:r>
          </w:p>
          <w:p w14:paraId="22BE631C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or as an addendum to the NOTICE text from the Work, provided</w:t>
            </w:r>
          </w:p>
          <w:p w14:paraId="7CECE410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that such additional attribution notices cannot be construed</w:t>
            </w:r>
          </w:p>
          <w:p w14:paraId="26F6312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   as modifying the License.</w:t>
            </w:r>
          </w:p>
          <w:p w14:paraId="4DC94C76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E871ECA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You may add Your own copyright statement to Your modifications and</w:t>
            </w:r>
          </w:p>
          <w:p w14:paraId="60B4EFA4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may provide additional or different license terms and conditions</w:t>
            </w:r>
          </w:p>
          <w:p w14:paraId="185A52A1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for use, reproduction, or distribution of Your modifications, or</w:t>
            </w:r>
          </w:p>
          <w:p w14:paraId="5C209B1E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for any such Derivative Works as a whole, provided Your use,</w:t>
            </w:r>
          </w:p>
          <w:p w14:paraId="69EBA351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reproduction, and distribution of the Work otherwise complies with</w:t>
            </w:r>
          </w:p>
          <w:p w14:paraId="0FE536F7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the conditions stated in this License.</w:t>
            </w:r>
          </w:p>
          <w:p w14:paraId="677A61B8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D03AE54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5. Submission of Contributions. Unless You explicitly state otherwise,</w:t>
            </w:r>
          </w:p>
          <w:p w14:paraId="7143A83A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any Contribution intentionally submitted for inclusion in the Work</w:t>
            </w:r>
          </w:p>
          <w:p w14:paraId="4B999F7F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by You to the Licensor shall be under the terms and conditions of</w:t>
            </w:r>
          </w:p>
          <w:p w14:paraId="5F88B0AA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this License, without any additional terms or conditions.</w:t>
            </w:r>
          </w:p>
          <w:p w14:paraId="19EE4852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Notwithstanding the above, nothing herein shall supersede or modify</w:t>
            </w:r>
          </w:p>
          <w:p w14:paraId="65592E1B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lastRenderedPageBreak/>
              <w:t xml:space="preserve">      the terms of any separate license agreement you may have executed</w:t>
            </w:r>
          </w:p>
          <w:p w14:paraId="294AA41E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with Licensor regarding such Contributions.</w:t>
            </w:r>
          </w:p>
          <w:p w14:paraId="2F86D25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2410DDA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6. Trademarks. This License does not grant permission to use the trade</w:t>
            </w:r>
          </w:p>
          <w:p w14:paraId="74BD5CC1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names, trademarks, service marks, or product names of the Licensor,</w:t>
            </w:r>
          </w:p>
          <w:p w14:paraId="1F9C3BEC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except as required for reasonable and customary use in describing the</w:t>
            </w:r>
          </w:p>
          <w:p w14:paraId="47B37E1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origin of the Work and reproducing the content of the NOTICE file.</w:t>
            </w:r>
          </w:p>
          <w:p w14:paraId="4BF9ECE9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E028055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7. Disclaimer of Warranty. Unless required by applicable law or</w:t>
            </w:r>
          </w:p>
          <w:p w14:paraId="510226FA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agreed to in writing, Licensor provides the Work (and each</w:t>
            </w:r>
          </w:p>
          <w:p w14:paraId="5A9E2673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Contributor provides its Contributions) on an "AS IS" BASIS,</w:t>
            </w:r>
          </w:p>
          <w:p w14:paraId="0035FD9F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WITHOUT WARRANTIES OR CONDITIONS OF ANY KIND, either express or</w:t>
            </w:r>
          </w:p>
          <w:p w14:paraId="324F6932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implied, including, without limitation, any warranties or conditions</w:t>
            </w:r>
          </w:p>
          <w:p w14:paraId="2B8371FE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of TITLE, NON-INFRINGEMENT, MERCHANTABILITY, or FITNESS FOR A</w:t>
            </w:r>
          </w:p>
          <w:p w14:paraId="6CB8E26E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PARTICULAR PURPOSE. You are solely responsible for determining the</w:t>
            </w:r>
          </w:p>
          <w:p w14:paraId="0BD388E8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appropriateness of using or redistributing the Work and assume any</w:t>
            </w:r>
          </w:p>
          <w:p w14:paraId="4D37D1F8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risks associated with Your exercise of permissions under this License.</w:t>
            </w:r>
          </w:p>
          <w:p w14:paraId="717EFEF1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0075A50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8. Limitation of Liability. In no event and under no legal theory,</w:t>
            </w:r>
          </w:p>
          <w:p w14:paraId="25208528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whether in tort (including negligence), contract, or otherwise,</w:t>
            </w:r>
          </w:p>
          <w:p w14:paraId="6BA11E0E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unless required by applicable law (such as deliberate and grossly</w:t>
            </w:r>
          </w:p>
          <w:p w14:paraId="1F0AE6B7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negligent acts) or agreed to in writing, shall any Contributor be</w:t>
            </w:r>
          </w:p>
          <w:p w14:paraId="0041B60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liable to You for damages, including any direct, indirect, special,</w:t>
            </w:r>
          </w:p>
          <w:p w14:paraId="73F1D3B5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incidental, or consequential damages of any character arising as a</w:t>
            </w:r>
          </w:p>
          <w:p w14:paraId="1F53AF6F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result of this License or out of the use or inability to use the</w:t>
            </w:r>
          </w:p>
          <w:p w14:paraId="687DEDBE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Work (including but not limited to damages for loss of goodwill,</w:t>
            </w:r>
          </w:p>
          <w:p w14:paraId="4216899C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work stoppage, computer failure or malfunction, or any and all</w:t>
            </w:r>
          </w:p>
          <w:p w14:paraId="75A9FB9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other commercial damages or losses), even if such Contributor</w:t>
            </w:r>
          </w:p>
          <w:p w14:paraId="15269CF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has been advised of the possibility of such damages.</w:t>
            </w:r>
          </w:p>
          <w:p w14:paraId="05615F92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39C065C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9. Accepting Warranty or Additional Liability. While redistributing</w:t>
            </w:r>
          </w:p>
          <w:p w14:paraId="13ACB23E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the Work or Derivative Works thereof, You may choose to offer,</w:t>
            </w:r>
          </w:p>
          <w:p w14:paraId="633EBE8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and charge a fee for, acceptance of support, warranty, indemnity,</w:t>
            </w:r>
          </w:p>
          <w:p w14:paraId="792112BE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or other liability obligations and/or rights consistent with this</w:t>
            </w:r>
          </w:p>
          <w:p w14:paraId="04D8F5F8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License. However, in accepting such obligations, You may act only</w:t>
            </w:r>
          </w:p>
          <w:p w14:paraId="1260D0C9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on Your own behalf and on Your sole responsibility, not on behalf</w:t>
            </w:r>
          </w:p>
          <w:p w14:paraId="27367082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lastRenderedPageBreak/>
              <w:t xml:space="preserve">      of any other Contributor, and only if You agree to indemnify,</w:t>
            </w:r>
          </w:p>
          <w:p w14:paraId="6E86FB9F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defend, and hold each Contributor harmless for any liability</w:t>
            </w:r>
          </w:p>
          <w:p w14:paraId="4B6FFF24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incurred by, or claims asserted against, such Contributor by reason</w:t>
            </w:r>
          </w:p>
          <w:p w14:paraId="229BF600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of your accepting any such warranty or additional liability.</w:t>
            </w:r>
          </w:p>
          <w:p w14:paraId="54392362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F0F4816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END OF TERMS AND CONDITIONS</w:t>
            </w:r>
          </w:p>
          <w:p w14:paraId="784D3387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4BEC372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APPENDIX: How to apply the Apache License to your work.</w:t>
            </w:r>
          </w:p>
          <w:p w14:paraId="655CBA90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16E1176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To apply the Apache License to your work, attach the following</w:t>
            </w:r>
          </w:p>
          <w:p w14:paraId="66A0ABF7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boilerplate notice, with the fields enclosed by brackets "[]"</w:t>
            </w:r>
          </w:p>
          <w:p w14:paraId="3CF2033D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replaced with your own identifying information. (Don't include</w:t>
            </w:r>
          </w:p>
          <w:p w14:paraId="2B731334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the brackets!)  The text should be enclosed in the appropriate</w:t>
            </w:r>
          </w:p>
          <w:p w14:paraId="78B475C6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comment syntax for the file format. We also recommend that a</w:t>
            </w:r>
          </w:p>
          <w:p w14:paraId="3E171C80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file or class name and description of purpose be included on the</w:t>
            </w:r>
          </w:p>
          <w:p w14:paraId="17AD1FD0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same "printed page" as the copyright notice for easier</w:t>
            </w:r>
          </w:p>
          <w:p w14:paraId="67AA22B6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identification within third-party archives.</w:t>
            </w:r>
          </w:p>
          <w:p w14:paraId="05028A25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D7A61BE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Copyright [</w:t>
            </w:r>
            <w:proofErr w:type="spellStart"/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yyyy</w:t>
            </w:r>
            <w:proofErr w:type="spellEnd"/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] [name of copyright owner]</w:t>
            </w:r>
          </w:p>
          <w:p w14:paraId="6B04879E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7D3B12F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Licensed under the Apache License, Version 2.0 (the "License");</w:t>
            </w:r>
          </w:p>
          <w:p w14:paraId="7F412A6B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you may not use this file except in compliance with the License.</w:t>
            </w:r>
          </w:p>
          <w:p w14:paraId="02053C9E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You may obtain a copy of the License at</w:t>
            </w:r>
          </w:p>
          <w:p w14:paraId="1DF322B0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138670A4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    http://www.apache.org/licenses/LICENSE-2.0</w:t>
            </w:r>
          </w:p>
          <w:p w14:paraId="279BFEA0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683F8B3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Unless required by applicable law or agreed to in writing, software</w:t>
            </w:r>
          </w:p>
          <w:p w14:paraId="2FE8A3D3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distributed under the License is distributed on an "AS IS" BASIS,</w:t>
            </w:r>
          </w:p>
          <w:p w14:paraId="0AE1A35B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WITHOUT WARRANTIES OR CONDITIONS OF ANY KIND, either express or implied.</w:t>
            </w:r>
          </w:p>
          <w:p w14:paraId="0D449B66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See the License for the specific language governing permissions and</w:t>
            </w:r>
          </w:p>
          <w:p w14:paraId="1C0A5A85" w14:textId="77777777" w:rsidR="006B02AC" w:rsidRPr="00BE1D2D" w:rsidRDefault="006B02AC" w:rsidP="006B02A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  limitations under the License.</w:t>
            </w:r>
          </w:p>
        </w:tc>
      </w:tr>
    </w:tbl>
    <w:p w14:paraId="1D27FCCA" w14:textId="77777777" w:rsidR="00E776CE" w:rsidRDefault="00E776CE" w:rsidP="00F22DE6">
      <w:pPr>
        <w:rPr>
          <w:rFonts w:ascii="ＭＳ ゴシック" w:eastAsia="ＭＳ ゴシック" w:hAnsi="ＭＳ ゴシック"/>
          <w:sz w:val="20"/>
          <w:szCs w:val="20"/>
        </w:rPr>
      </w:pPr>
    </w:p>
    <w:p w14:paraId="22199DD0" w14:textId="77777777" w:rsidR="00BE1D2D" w:rsidRDefault="00BE1D2D" w:rsidP="00F22DE6">
      <w:pPr>
        <w:rPr>
          <w:rFonts w:ascii="ＭＳ ゴシック" w:eastAsia="ＭＳ ゴシック" w:hAnsi="ＭＳ ゴシック"/>
          <w:sz w:val="20"/>
          <w:szCs w:val="20"/>
        </w:rPr>
      </w:pPr>
    </w:p>
    <w:p w14:paraId="4BC7F287" w14:textId="77777777" w:rsidR="00BE1D2D" w:rsidRDefault="00BE1D2D" w:rsidP="00F22DE6">
      <w:pPr>
        <w:rPr>
          <w:rFonts w:ascii="ＭＳ ゴシック" w:eastAsia="ＭＳ ゴシック" w:hAnsi="ＭＳ ゴシック"/>
          <w:sz w:val="20"/>
          <w:szCs w:val="20"/>
        </w:rPr>
      </w:pPr>
    </w:p>
    <w:p w14:paraId="50B00733" w14:textId="77777777" w:rsidR="00BE1D2D" w:rsidRDefault="00BE1D2D" w:rsidP="00F22DE6">
      <w:pPr>
        <w:rPr>
          <w:rFonts w:ascii="ＭＳ ゴシック" w:eastAsia="ＭＳ ゴシック" w:hAnsi="ＭＳ ゴシック"/>
          <w:sz w:val="20"/>
          <w:szCs w:val="20"/>
        </w:rPr>
      </w:pPr>
    </w:p>
    <w:p w14:paraId="0C11076C" w14:textId="77777777" w:rsidR="00BE1D2D" w:rsidRDefault="00BE1D2D" w:rsidP="00F22DE6">
      <w:pPr>
        <w:rPr>
          <w:rFonts w:ascii="ＭＳ ゴシック" w:eastAsia="ＭＳ ゴシック" w:hAnsi="ＭＳ ゴシック"/>
          <w:sz w:val="20"/>
          <w:szCs w:val="20"/>
        </w:rPr>
      </w:pPr>
    </w:p>
    <w:p w14:paraId="04567030" w14:textId="48482B78" w:rsidR="00BE1D2D" w:rsidRPr="00BE1D2D" w:rsidRDefault="00515046" w:rsidP="00F22DE6">
      <w:r w:rsidRPr="00515046">
        <w:lastRenderedPageBreak/>
        <w:t>Windows API Code Pack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02"/>
      </w:tblGrid>
      <w:tr w:rsidR="00BE1D2D" w14:paraId="1B10A79B" w14:textId="77777777" w:rsidTr="00BE1D2D">
        <w:tc>
          <w:tcPr>
            <w:tcW w:w="8702" w:type="dxa"/>
          </w:tcPr>
          <w:p w14:paraId="031A8C86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The MIT License (MIT)</w:t>
            </w:r>
          </w:p>
          <w:p w14:paraId="2C8DB52A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36BE6D9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Copyright (c) 2014 Dev Kimchi</w:t>
            </w:r>
          </w:p>
          <w:p w14:paraId="6D83F476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A4646B4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Permission is hereby granted, free of charge, to any person obtaining a copy</w:t>
            </w:r>
          </w:p>
          <w:p w14:paraId="751360B2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of this software and associated documentation files (the "Software"), to deal</w:t>
            </w:r>
          </w:p>
          <w:p w14:paraId="03718FDE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in the Software without restriction, including without limitation the rights</w:t>
            </w:r>
          </w:p>
          <w:p w14:paraId="36A8ED39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to use, copy, modify, merge, publish, distribute, sublicense, and/or sell</w:t>
            </w:r>
          </w:p>
          <w:p w14:paraId="09A178AE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copies of the Software, and to permit persons to whom the Software is</w:t>
            </w:r>
          </w:p>
          <w:p w14:paraId="129F5DF1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furnished to do so, subject to the following conditions:</w:t>
            </w:r>
          </w:p>
          <w:p w14:paraId="06E398E8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46DB227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The above copyright notice and this permission notice shall be included in all</w:t>
            </w:r>
          </w:p>
          <w:p w14:paraId="5F587302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copies or substantial portions of the Software.</w:t>
            </w:r>
          </w:p>
          <w:p w14:paraId="5F4102B2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C1140E0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THE SOFTWARE IS PROVIDED "AS IS", WITHOUT WARRANTY OF ANY KIND, EXPRESS OR</w:t>
            </w:r>
          </w:p>
          <w:p w14:paraId="1CF2C5E4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IMPLIED, INCLUDING BUT NOT LIMITED TO THE WARRANTIES OF MERCHANTABILITY,</w:t>
            </w:r>
          </w:p>
          <w:p w14:paraId="289E809D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FITNESS FOR A PARTICULAR PURPOSE AND NONINFRINGEMENT. IN NO EVENT SHALL THE</w:t>
            </w:r>
          </w:p>
          <w:p w14:paraId="63B8D722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AUTHORS OR COPYRIGHT HOLDERS BE LIABLE FOR ANY CLAIM, DAMAGES OR OTHER</w:t>
            </w:r>
          </w:p>
          <w:p w14:paraId="452213DC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LIABILITY, WHETHER IN AN ACTION OF CONTRACT, TORT OR OTHERWISE, ARISING FROM,</w:t>
            </w:r>
          </w:p>
          <w:p w14:paraId="4760B6F6" w14:textId="77777777" w:rsidR="00BE1D2D" w:rsidRPr="00BE1D2D" w:rsidRDefault="00BE1D2D" w:rsidP="00BE1D2D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OUT OF OR IN CONNECTION WITH THE SOFTWARE OR THE USE OR OTHER DEALINGS IN THE</w:t>
            </w:r>
          </w:p>
          <w:p w14:paraId="6457E59D" w14:textId="77777777" w:rsidR="00BE1D2D" w:rsidRDefault="00BE1D2D" w:rsidP="00F22DE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E1D2D">
              <w:rPr>
                <w:rFonts w:ascii="ＭＳ ゴシック" w:eastAsia="ＭＳ ゴシック" w:hAnsi="ＭＳ ゴシック"/>
                <w:sz w:val="18"/>
                <w:szCs w:val="18"/>
              </w:rPr>
              <w:t>SOFTWARE.</w:t>
            </w:r>
          </w:p>
        </w:tc>
      </w:tr>
    </w:tbl>
    <w:p w14:paraId="68FAAA8A" w14:textId="77777777" w:rsidR="00BE1D2D" w:rsidRPr="00573E5A" w:rsidRDefault="00BE1D2D" w:rsidP="00F22DE6">
      <w:pPr>
        <w:rPr>
          <w:rFonts w:ascii="ＭＳ ゴシック" w:eastAsia="ＭＳ ゴシック" w:hAnsi="ＭＳ ゴシック"/>
          <w:sz w:val="20"/>
          <w:szCs w:val="20"/>
        </w:rPr>
      </w:pPr>
    </w:p>
    <w:sectPr w:rsidR="00BE1D2D" w:rsidRPr="00573E5A" w:rsidSect="008466AC">
      <w:footerReference w:type="even" r:id="rId8"/>
      <w:footerReference w:type="default" r:id="rId9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ABD6A" w14:textId="77777777" w:rsidR="003F723A" w:rsidRDefault="003F723A">
      <w:r>
        <w:separator/>
      </w:r>
    </w:p>
  </w:endnote>
  <w:endnote w:type="continuationSeparator" w:id="0">
    <w:p w14:paraId="1E263C71" w14:textId="77777777" w:rsidR="003F723A" w:rsidRDefault="003F7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9F5AC" w14:textId="77777777" w:rsidR="00281A6B" w:rsidRDefault="00281A6B" w:rsidP="00137FB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302A957" w14:textId="77777777" w:rsidR="00281A6B" w:rsidRDefault="00281A6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AC059" w14:textId="77777777" w:rsidR="00281A6B" w:rsidRDefault="00281A6B" w:rsidP="00137FB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721B8A">
      <w:rPr>
        <w:rStyle w:val="a6"/>
        <w:noProof/>
      </w:rPr>
      <w:t>15</w:t>
    </w:r>
    <w:r>
      <w:rPr>
        <w:rStyle w:val="a6"/>
      </w:rPr>
      <w:fldChar w:fldCharType="end"/>
    </w:r>
    <w:r>
      <w:rPr>
        <w:rStyle w:val="a6"/>
        <w:rFonts w:hint="eastAsia"/>
      </w:rPr>
      <w:t>/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721B8A">
      <w:rPr>
        <w:rStyle w:val="a6"/>
        <w:noProof/>
      </w:rPr>
      <w:t>15</w:t>
    </w:r>
    <w:r>
      <w:rPr>
        <w:rStyle w:val="a6"/>
      </w:rPr>
      <w:fldChar w:fldCharType="end"/>
    </w:r>
  </w:p>
  <w:p w14:paraId="3F91BFEB" w14:textId="77777777" w:rsidR="00281A6B" w:rsidRDefault="00281A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1091D2" w14:textId="77777777" w:rsidR="003F723A" w:rsidRDefault="003F723A">
      <w:r>
        <w:separator/>
      </w:r>
    </w:p>
  </w:footnote>
  <w:footnote w:type="continuationSeparator" w:id="0">
    <w:p w14:paraId="6485D9CD" w14:textId="77777777" w:rsidR="003F723A" w:rsidRDefault="003F7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86E8E"/>
    <w:multiLevelType w:val="hybridMultilevel"/>
    <w:tmpl w:val="150493B6"/>
    <w:lvl w:ilvl="0" w:tplc="047AFBFE">
      <w:start w:val="1"/>
      <w:numFmt w:val="bullet"/>
      <w:lvlText w:val=""/>
      <w:lvlJc w:val="left"/>
      <w:pPr>
        <w:tabs>
          <w:tab w:val="num" w:pos="1050"/>
        </w:tabs>
        <w:ind w:left="105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095A7814"/>
    <w:multiLevelType w:val="hybridMultilevel"/>
    <w:tmpl w:val="CCF09DD8"/>
    <w:lvl w:ilvl="0" w:tplc="047AFBFE">
      <w:start w:val="1"/>
      <w:numFmt w:val="bullet"/>
      <w:lvlText w:val=""/>
      <w:lvlJc w:val="left"/>
      <w:pPr>
        <w:ind w:left="63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BDB7671"/>
    <w:multiLevelType w:val="hybridMultilevel"/>
    <w:tmpl w:val="65CA6354"/>
    <w:lvl w:ilvl="0" w:tplc="FDC86C0C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E505812"/>
    <w:multiLevelType w:val="multilevel"/>
    <w:tmpl w:val="8DB84524"/>
    <w:lvl w:ilvl="0">
      <w:start w:val="1"/>
      <w:numFmt w:val="decimalFullWidth"/>
      <w:pStyle w:val="5"/>
      <w:suff w:val="nothing"/>
      <w:lvlText w:val="１．%1．"/>
      <w:lvlJc w:val="left"/>
      <w:pPr>
        <w:ind w:left="1010" w:firstLine="0"/>
      </w:pPr>
      <w:rPr>
        <w:rFonts w:hint="eastAsia"/>
      </w:rPr>
    </w:lvl>
    <w:lvl w:ilvl="1">
      <w:start w:val="1"/>
      <w:numFmt w:val="decimalFullWidth"/>
      <w:suff w:val="nothing"/>
      <w:lvlText w:val="２．%1．%2．"/>
      <w:lvlJc w:val="left"/>
      <w:pPr>
        <w:ind w:left="1010" w:firstLine="0"/>
      </w:pPr>
      <w:rPr>
        <w:rFonts w:hint="eastAsia"/>
      </w:rPr>
    </w:lvl>
    <w:lvl w:ilvl="2">
      <w:start w:val="1"/>
      <w:numFmt w:val="decimalFullWidth"/>
      <w:suff w:val="nothing"/>
      <w:lvlText w:val="%1．%2．%3"/>
      <w:lvlJc w:val="left"/>
      <w:pPr>
        <w:ind w:left="1010" w:firstLine="0"/>
      </w:pPr>
      <w:rPr>
        <w:rFonts w:hint="eastAsia"/>
      </w:rPr>
    </w:lvl>
    <w:lvl w:ilvl="3">
      <w:start w:val="1"/>
      <w:numFmt w:val="decimalFullWidth"/>
      <w:suff w:val="nothing"/>
      <w:lvlText w:val="%1．%2．%3．%4"/>
      <w:lvlJc w:val="left"/>
      <w:pPr>
        <w:ind w:left="1010" w:firstLine="0"/>
      </w:pPr>
      <w:rPr>
        <w:rFonts w:hint="eastAsia"/>
      </w:rPr>
    </w:lvl>
    <w:lvl w:ilvl="4">
      <w:start w:val="1"/>
      <w:numFmt w:val="decimalFullWidth"/>
      <w:suff w:val="nothing"/>
      <w:lvlText w:val="%1．%2．%3．%4．%5"/>
      <w:lvlJc w:val="left"/>
      <w:pPr>
        <w:ind w:left="1010" w:firstLine="0"/>
      </w:pPr>
      <w:rPr>
        <w:rFonts w:hint="eastAsia"/>
      </w:rPr>
    </w:lvl>
    <w:lvl w:ilvl="5">
      <w:start w:val="1"/>
      <w:numFmt w:val="decimalFullWidth"/>
      <w:suff w:val="nothing"/>
      <w:lvlText w:val="%1．%2．%3．%4．%5．%6"/>
      <w:lvlJc w:val="left"/>
      <w:pPr>
        <w:ind w:left="1010" w:firstLine="0"/>
      </w:pPr>
      <w:rPr>
        <w:rFonts w:hint="eastAsia"/>
      </w:rPr>
    </w:lvl>
    <w:lvl w:ilvl="6">
      <w:start w:val="1"/>
      <w:numFmt w:val="decimalFullWidth"/>
      <w:suff w:val="nothing"/>
      <w:lvlText w:val="%1．%2．%3．%4．%5．%6．%7"/>
      <w:lvlJc w:val="left"/>
      <w:pPr>
        <w:ind w:left="1010" w:firstLine="0"/>
      </w:pPr>
      <w:rPr>
        <w:rFonts w:hint="eastAsia"/>
      </w:rPr>
    </w:lvl>
    <w:lvl w:ilvl="7">
      <w:start w:val="1"/>
      <w:numFmt w:val="decimalFullWidth"/>
      <w:suff w:val="nothing"/>
      <w:lvlText w:val="%1．%2．%3．%4．%5．%6．%7．%8"/>
      <w:lvlJc w:val="left"/>
      <w:pPr>
        <w:ind w:left="1010" w:firstLine="0"/>
      </w:pPr>
      <w:rPr>
        <w:rFonts w:hint="eastAsia"/>
      </w:rPr>
    </w:lvl>
    <w:lvl w:ilvl="8">
      <w:start w:val="1"/>
      <w:numFmt w:val="decimalFullWidth"/>
      <w:suff w:val="nothing"/>
      <w:lvlText w:val="%1．%2．%3．%4．%5．%6．%7．%8．%9"/>
      <w:lvlJc w:val="left"/>
      <w:pPr>
        <w:ind w:left="1010" w:firstLine="0"/>
      </w:pPr>
      <w:rPr>
        <w:rFonts w:hint="eastAsia"/>
      </w:rPr>
    </w:lvl>
  </w:abstractNum>
  <w:abstractNum w:abstractNumId="4" w15:restartNumberingAfterBreak="0">
    <w:nsid w:val="1006736C"/>
    <w:multiLevelType w:val="hybridMultilevel"/>
    <w:tmpl w:val="99723132"/>
    <w:lvl w:ilvl="0" w:tplc="CCF6A792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159453E"/>
    <w:multiLevelType w:val="hybridMultilevel"/>
    <w:tmpl w:val="3B8CEE6C"/>
    <w:lvl w:ilvl="0" w:tplc="CCF6A792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404052B"/>
    <w:multiLevelType w:val="hybridMultilevel"/>
    <w:tmpl w:val="CC3A7A8E"/>
    <w:lvl w:ilvl="0" w:tplc="4608F298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15701151"/>
    <w:multiLevelType w:val="hybridMultilevel"/>
    <w:tmpl w:val="E182E4E2"/>
    <w:lvl w:ilvl="0" w:tplc="C7D6E51A">
      <w:numFmt w:val="bullet"/>
      <w:lvlText w:val="・"/>
      <w:lvlJc w:val="left"/>
      <w:pPr>
        <w:ind w:left="630" w:hanging="42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1FDF6384"/>
    <w:multiLevelType w:val="hybridMultilevel"/>
    <w:tmpl w:val="2E4C9E10"/>
    <w:lvl w:ilvl="0" w:tplc="C3E47DA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3C44C7F"/>
    <w:multiLevelType w:val="hybridMultilevel"/>
    <w:tmpl w:val="F6C6B7F0"/>
    <w:lvl w:ilvl="0" w:tplc="90A0CA66">
      <w:start w:val="1"/>
      <w:numFmt w:val="decimal"/>
      <w:pStyle w:val="116pt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9A4129D"/>
    <w:multiLevelType w:val="hybridMultilevel"/>
    <w:tmpl w:val="47CA8ABA"/>
    <w:lvl w:ilvl="0" w:tplc="4608F298">
      <w:start w:val="1"/>
      <w:numFmt w:val="bullet"/>
      <w:lvlText w:val=""/>
      <w:lvlJc w:val="left"/>
      <w:pPr>
        <w:tabs>
          <w:tab w:val="num" w:pos="630"/>
        </w:tabs>
        <w:ind w:left="63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D716118"/>
    <w:multiLevelType w:val="multilevel"/>
    <w:tmpl w:val="87FEC694"/>
    <w:lvl w:ilvl="0">
      <w:start w:val="1"/>
      <w:numFmt w:val="decimal"/>
      <w:pStyle w:val="116pt1"/>
      <w:suff w:val="nothing"/>
      <w:lvlText w:val="%1．"/>
      <w:lvlJc w:val="left"/>
      <w:pPr>
        <w:ind w:left="142" w:firstLine="0"/>
      </w:pPr>
      <w:rPr>
        <w:rFonts w:hint="eastAsia"/>
      </w:rPr>
    </w:lvl>
    <w:lvl w:ilvl="1">
      <w:start w:val="1"/>
      <w:numFmt w:val="decimal"/>
      <w:pStyle w:val="2"/>
      <w:suff w:val="nothing"/>
      <w:lvlText w:val="%1．%2．"/>
      <w:lvlJc w:val="left"/>
      <w:pPr>
        <w:ind w:left="142" w:firstLine="0"/>
      </w:pPr>
      <w:rPr>
        <w:rFonts w:hint="eastAsia"/>
      </w:rPr>
    </w:lvl>
    <w:lvl w:ilvl="2">
      <w:start w:val="1"/>
      <w:numFmt w:val="decimal"/>
      <w:pStyle w:val="3"/>
      <w:suff w:val="nothing"/>
      <w:lvlText w:val="%1．%2．%3．"/>
      <w:lvlJc w:val="left"/>
      <w:pPr>
        <w:ind w:left="142" w:firstLine="0"/>
      </w:pPr>
      <w:rPr>
        <w:rFonts w:hint="eastAsia"/>
      </w:rPr>
    </w:lvl>
    <w:lvl w:ilvl="3">
      <w:start w:val="1"/>
      <w:numFmt w:val="decimal"/>
      <w:pStyle w:val="4"/>
      <w:suff w:val="nothing"/>
      <w:lvlText w:val="%1．%2．%3．%4．"/>
      <w:lvlJc w:val="left"/>
      <w:pPr>
        <w:ind w:left="142" w:firstLine="0"/>
      </w:pPr>
      <w:rPr>
        <w:rFonts w:hint="eastAsia"/>
      </w:rPr>
    </w:lvl>
    <w:lvl w:ilvl="4">
      <w:start w:val="1"/>
      <w:numFmt w:val="decimal"/>
      <w:pStyle w:val="50"/>
      <w:suff w:val="nothing"/>
      <w:lvlText w:val="%1．%2．%3．%4．%5．"/>
      <w:lvlJc w:val="left"/>
      <w:pPr>
        <w:ind w:left="142" w:firstLine="0"/>
      </w:pPr>
      <w:rPr>
        <w:rFonts w:hint="eastAsia"/>
      </w:rPr>
    </w:lvl>
    <w:lvl w:ilvl="5">
      <w:start w:val="1"/>
      <w:numFmt w:val="decimal"/>
      <w:suff w:val="nothing"/>
      <w:lvlText w:val="%1．%2．%3．%4．%5．%6"/>
      <w:lvlJc w:val="left"/>
      <w:pPr>
        <w:ind w:left="142" w:firstLine="0"/>
      </w:pPr>
      <w:rPr>
        <w:rFonts w:hint="eastAsia"/>
      </w:rPr>
    </w:lvl>
    <w:lvl w:ilvl="6">
      <w:start w:val="1"/>
      <w:numFmt w:val="decimal"/>
      <w:suff w:val="nothing"/>
      <w:lvlText w:val="%1．%2．%3．%4．%5．%6．%7"/>
      <w:lvlJc w:val="left"/>
      <w:pPr>
        <w:ind w:left="142" w:firstLine="0"/>
      </w:pPr>
      <w:rPr>
        <w:rFonts w:hint="eastAsia"/>
      </w:rPr>
    </w:lvl>
    <w:lvl w:ilvl="7">
      <w:start w:val="1"/>
      <w:numFmt w:val="decimal"/>
      <w:suff w:val="nothing"/>
      <w:lvlText w:val="%1．%2．%3．%4．%5．%6．%7．%8"/>
      <w:lvlJc w:val="left"/>
      <w:pPr>
        <w:ind w:left="142" w:firstLine="0"/>
      </w:pPr>
      <w:rPr>
        <w:rFonts w:hint="eastAsia"/>
      </w:rPr>
    </w:lvl>
    <w:lvl w:ilvl="8">
      <w:start w:val="1"/>
      <w:numFmt w:val="decimal"/>
      <w:suff w:val="nothing"/>
      <w:lvlText w:val="%1．%2．%3．%4．%5．%6．%7．%8．%9"/>
      <w:lvlJc w:val="left"/>
      <w:pPr>
        <w:ind w:left="142" w:firstLine="0"/>
      </w:pPr>
      <w:rPr>
        <w:rFonts w:hint="eastAsia"/>
      </w:rPr>
    </w:lvl>
  </w:abstractNum>
  <w:abstractNum w:abstractNumId="12" w15:restartNumberingAfterBreak="0">
    <w:nsid w:val="403E5970"/>
    <w:multiLevelType w:val="hybridMultilevel"/>
    <w:tmpl w:val="DA78E6F6"/>
    <w:lvl w:ilvl="0" w:tplc="4608F298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15273AA"/>
    <w:multiLevelType w:val="hybridMultilevel"/>
    <w:tmpl w:val="0CB6E608"/>
    <w:lvl w:ilvl="0" w:tplc="4608F298">
      <w:start w:val="1"/>
      <w:numFmt w:val="bullet"/>
      <w:lvlText w:val=""/>
      <w:lvlJc w:val="left"/>
      <w:pPr>
        <w:tabs>
          <w:tab w:val="num" w:pos="630"/>
        </w:tabs>
        <w:ind w:left="63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4" w15:restartNumberingAfterBreak="0">
    <w:nsid w:val="58421823"/>
    <w:multiLevelType w:val="hybridMultilevel"/>
    <w:tmpl w:val="96408122"/>
    <w:lvl w:ilvl="0" w:tplc="24D0A536">
      <w:start w:val="1"/>
      <w:numFmt w:val="decimal"/>
      <w:lvlText w:val="【%1】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98A1CAA"/>
    <w:multiLevelType w:val="hybridMultilevel"/>
    <w:tmpl w:val="D396A9B4"/>
    <w:lvl w:ilvl="0" w:tplc="C7D6E51A">
      <w:numFmt w:val="bullet"/>
      <w:lvlText w:val="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6DA23B3B"/>
    <w:multiLevelType w:val="hybridMultilevel"/>
    <w:tmpl w:val="1EF4C7D2"/>
    <w:lvl w:ilvl="0" w:tplc="0409000F">
      <w:start w:val="1"/>
      <w:numFmt w:val="decimal"/>
      <w:lvlText w:val="%1."/>
      <w:lvlJc w:val="left"/>
      <w:pPr>
        <w:tabs>
          <w:tab w:val="num" w:pos="1050"/>
        </w:tabs>
        <w:ind w:left="1050" w:hanging="420"/>
      </w:pPr>
      <w:rPr>
        <w:rFonts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7" w15:restartNumberingAfterBreak="0">
    <w:nsid w:val="75D40B5F"/>
    <w:multiLevelType w:val="hybridMultilevel"/>
    <w:tmpl w:val="C380B4D8"/>
    <w:lvl w:ilvl="0" w:tplc="047AFBFE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7C39743C"/>
    <w:multiLevelType w:val="hybridMultilevel"/>
    <w:tmpl w:val="08E0E1A4"/>
    <w:lvl w:ilvl="0" w:tplc="4608F298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7D36531A"/>
    <w:multiLevelType w:val="multilevel"/>
    <w:tmpl w:val="150493B6"/>
    <w:lvl w:ilvl="0">
      <w:start w:val="1"/>
      <w:numFmt w:val="bullet"/>
      <w:lvlText w:val=""/>
      <w:lvlJc w:val="left"/>
      <w:pPr>
        <w:tabs>
          <w:tab w:val="num" w:pos="1050"/>
        </w:tabs>
        <w:ind w:left="1050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16"/>
  </w:num>
  <w:num w:numId="9">
    <w:abstractNumId w:val="10"/>
  </w:num>
  <w:num w:numId="10">
    <w:abstractNumId w:val="19"/>
  </w:num>
  <w:num w:numId="11">
    <w:abstractNumId w:val="13"/>
  </w:num>
  <w:num w:numId="12">
    <w:abstractNumId w:val="12"/>
  </w:num>
  <w:num w:numId="13">
    <w:abstractNumId w:val="18"/>
  </w:num>
  <w:num w:numId="14">
    <w:abstractNumId w:val="6"/>
  </w:num>
  <w:num w:numId="15">
    <w:abstractNumId w:val="8"/>
  </w:num>
  <w:num w:numId="16">
    <w:abstractNumId w:val="1"/>
  </w:num>
  <w:num w:numId="17">
    <w:abstractNumId w:val="15"/>
  </w:num>
  <w:num w:numId="18">
    <w:abstractNumId w:val="7"/>
  </w:num>
  <w:num w:numId="19">
    <w:abstractNumId w:val="14"/>
  </w:num>
  <w:num w:numId="20">
    <w:abstractNumId w:val="2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25mm,5.85pt,.7pt"/>
      <o:colormru v:ext="edit" colors="#f06,#ff5050,#f30,#c00,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0CDB"/>
    <w:rsid w:val="000022BA"/>
    <w:rsid w:val="00004529"/>
    <w:rsid w:val="00005C49"/>
    <w:rsid w:val="000105CA"/>
    <w:rsid w:val="00017DD7"/>
    <w:rsid w:val="000200AC"/>
    <w:rsid w:val="00023902"/>
    <w:rsid w:val="000251E9"/>
    <w:rsid w:val="00027278"/>
    <w:rsid w:val="00027DBB"/>
    <w:rsid w:val="00030DB6"/>
    <w:rsid w:val="00031F88"/>
    <w:rsid w:val="00033C9A"/>
    <w:rsid w:val="00034FD1"/>
    <w:rsid w:val="000362AC"/>
    <w:rsid w:val="00036E09"/>
    <w:rsid w:val="00045E0A"/>
    <w:rsid w:val="000532AB"/>
    <w:rsid w:val="000543DA"/>
    <w:rsid w:val="000611B6"/>
    <w:rsid w:val="00062509"/>
    <w:rsid w:val="000639AA"/>
    <w:rsid w:val="00071755"/>
    <w:rsid w:val="00072321"/>
    <w:rsid w:val="00073370"/>
    <w:rsid w:val="00073A6F"/>
    <w:rsid w:val="00077241"/>
    <w:rsid w:val="0007735E"/>
    <w:rsid w:val="000809A1"/>
    <w:rsid w:val="000931ED"/>
    <w:rsid w:val="00096DA5"/>
    <w:rsid w:val="000A1629"/>
    <w:rsid w:val="000A6F55"/>
    <w:rsid w:val="000A73DF"/>
    <w:rsid w:val="000B0DB9"/>
    <w:rsid w:val="000C44D1"/>
    <w:rsid w:val="000C4BFB"/>
    <w:rsid w:val="000C770C"/>
    <w:rsid w:val="000D03D7"/>
    <w:rsid w:val="000D14E9"/>
    <w:rsid w:val="000D44FE"/>
    <w:rsid w:val="000D555C"/>
    <w:rsid w:val="000D645C"/>
    <w:rsid w:val="000D71EA"/>
    <w:rsid w:val="000E3430"/>
    <w:rsid w:val="000E44E2"/>
    <w:rsid w:val="000E6D2D"/>
    <w:rsid w:val="000F40FC"/>
    <w:rsid w:val="000F7A1F"/>
    <w:rsid w:val="00100450"/>
    <w:rsid w:val="00112DA0"/>
    <w:rsid w:val="001131D7"/>
    <w:rsid w:val="00124109"/>
    <w:rsid w:val="00126B49"/>
    <w:rsid w:val="00127812"/>
    <w:rsid w:val="0013603B"/>
    <w:rsid w:val="00137FB5"/>
    <w:rsid w:val="001437C3"/>
    <w:rsid w:val="001532C5"/>
    <w:rsid w:val="001552CD"/>
    <w:rsid w:val="00155FBB"/>
    <w:rsid w:val="001615BC"/>
    <w:rsid w:val="00162205"/>
    <w:rsid w:val="0016418B"/>
    <w:rsid w:val="00170F60"/>
    <w:rsid w:val="00174865"/>
    <w:rsid w:val="00195E4F"/>
    <w:rsid w:val="001A0CDB"/>
    <w:rsid w:val="001A4AA8"/>
    <w:rsid w:val="001A62B1"/>
    <w:rsid w:val="001B0B3D"/>
    <w:rsid w:val="001B1B8B"/>
    <w:rsid w:val="001B5B25"/>
    <w:rsid w:val="001B5BBE"/>
    <w:rsid w:val="001B7B98"/>
    <w:rsid w:val="001C055D"/>
    <w:rsid w:val="001C59F1"/>
    <w:rsid w:val="001C7802"/>
    <w:rsid w:val="001D0D7C"/>
    <w:rsid w:val="001D153D"/>
    <w:rsid w:val="001D45AE"/>
    <w:rsid w:val="001D5F2C"/>
    <w:rsid w:val="001E47DE"/>
    <w:rsid w:val="001E52E9"/>
    <w:rsid w:val="002025DA"/>
    <w:rsid w:val="002027D1"/>
    <w:rsid w:val="00206F2A"/>
    <w:rsid w:val="002244FF"/>
    <w:rsid w:val="00237189"/>
    <w:rsid w:val="00252843"/>
    <w:rsid w:val="00255098"/>
    <w:rsid w:val="00257586"/>
    <w:rsid w:val="00260717"/>
    <w:rsid w:val="00260D2B"/>
    <w:rsid w:val="00261EC5"/>
    <w:rsid w:val="00262560"/>
    <w:rsid w:val="0026356B"/>
    <w:rsid w:val="00263EA3"/>
    <w:rsid w:val="00264D6D"/>
    <w:rsid w:val="00265B14"/>
    <w:rsid w:val="00267F37"/>
    <w:rsid w:val="0027387F"/>
    <w:rsid w:val="00281A6B"/>
    <w:rsid w:val="002841C1"/>
    <w:rsid w:val="002905D1"/>
    <w:rsid w:val="002935F4"/>
    <w:rsid w:val="0029400A"/>
    <w:rsid w:val="00297490"/>
    <w:rsid w:val="002A1CC0"/>
    <w:rsid w:val="002A4EE8"/>
    <w:rsid w:val="002A524D"/>
    <w:rsid w:val="002B087D"/>
    <w:rsid w:val="002C3AF0"/>
    <w:rsid w:val="002C58B2"/>
    <w:rsid w:val="002C5F6F"/>
    <w:rsid w:val="002D03EF"/>
    <w:rsid w:val="002D5F27"/>
    <w:rsid w:val="002E209B"/>
    <w:rsid w:val="002E595A"/>
    <w:rsid w:val="002E6985"/>
    <w:rsid w:val="002F0978"/>
    <w:rsid w:val="002F0998"/>
    <w:rsid w:val="002F0FE6"/>
    <w:rsid w:val="002F2F1E"/>
    <w:rsid w:val="002F7738"/>
    <w:rsid w:val="0030009B"/>
    <w:rsid w:val="00301EBE"/>
    <w:rsid w:val="003021AD"/>
    <w:rsid w:val="00302FFE"/>
    <w:rsid w:val="003076AD"/>
    <w:rsid w:val="003079AF"/>
    <w:rsid w:val="00307F05"/>
    <w:rsid w:val="00310CC5"/>
    <w:rsid w:val="00310FE0"/>
    <w:rsid w:val="0031224B"/>
    <w:rsid w:val="003149F4"/>
    <w:rsid w:val="00316A7E"/>
    <w:rsid w:val="00321472"/>
    <w:rsid w:val="003230A4"/>
    <w:rsid w:val="00323FFC"/>
    <w:rsid w:val="00326D06"/>
    <w:rsid w:val="00333685"/>
    <w:rsid w:val="0033477E"/>
    <w:rsid w:val="00336A53"/>
    <w:rsid w:val="003375C0"/>
    <w:rsid w:val="00341062"/>
    <w:rsid w:val="0034126D"/>
    <w:rsid w:val="003443DB"/>
    <w:rsid w:val="00345FDE"/>
    <w:rsid w:val="003473C3"/>
    <w:rsid w:val="00351DDD"/>
    <w:rsid w:val="003538D4"/>
    <w:rsid w:val="00356232"/>
    <w:rsid w:val="0035687C"/>
    <w:rsid w:val="003571D3"/>
    <w:rsid w:val="00360729"/>
    <w:rsid w:val="0036133E"/>
    <w:rsid w:val="00366681"/>
    <w:rsid w:val="00372ADC"/>
    <w:rsid w:val="00373EA7"/>
    <w:rsid w:val="003771D6"/>
    <w:rsid w:val="00381976"/>
    <w:rsid w:val="00382653"/>
    <w:rsid w:val="003906B0"/>
    <w:rsid w:val="003928EB"/>
    <w:rsid w:val="003A76DF"/>
    <w:rsid w:val="003B1913"/>
    <w:rsid w:val="003B6F9D"/>
    <w:rsid w:val="003C2892"/>
    <w:rsid w:val="003C3D71"/>
    <w:rsid w:val="003C6E37"/>
    <w:rsid w:val="003D21AC"/>
    <w:rsid w:val="003E7558"/>
    <w:rsid w:val="003E7954"/>
    <w:rsid w:val="003F16DD"/>
    <w:rsid w:val="003F24E4"/>
    <w:rsid w:val="003F6151"/>
    <w:rsid w:val="003F6F6D"/>
    <w:rsid w:val="003F723A"/>
    <w:rsid w:val="004024C4"/>
    <w:rsid w:val="00404544"/>
    <w:rsid w:val="00407D8A"/>
    <w:rsid w:val="00410013"/>
    <w:rsid w:val="00410A44"/>
    <w:rsid w:val="0041335F"/>
    <w:rsid w:val="00413EB1"/>
    <w:rsid w:val="00416285"/>
    <w:rsid w:val="004169C8"/>
    <w:rsid w:val="00424098"/>
    <w:rsid w:val="00435851"/>
    <w:rsid w:val="00435A38"/>
    <w:rsid w:val="00435D52"/>
    <w:rsid w:val="00435F45"/>
    <w:rsid w:val="00444787"/>
    <w:rsid w:val="00445BAF"/>
    <w:rsid w:val="00447052"/>
    <w:rsid w:val="00447215"/>
    <w:rsid w:val="0045354D"/>
    <w:rsid w:val="004572D5"/>
    <w:rsid w:val="00460E85"/>
    <w:rsid w:val="00463424"/>
    <w:rsid w:val="004645F2"/>
    <w:rsid w:val="004654C3"/>
    <w:rsid w:val="00472186"/>
    <w:rsid w:val="00474E16"/>
    <w:rsid w:val="004759A6"/>
    <w:rsid w:val="00486EC7"/>
    <w:rsid w:val="004B058F"/>
    <w:rsid w:val="004B0936"/>
    <w:rsid w:val="004B4DB2"/>
    <w:rsid w:val="004B55DB"/>
    <w:rsid w:val="004B7A38"/>
    <w:rsid w:val="004C0A14"/>
    <w:rsid w:val="004C3F04"/>
    <w:rsid w:val="004C5CAE"/>
    <w:rsid w:val="004D11B7"/>
    <w:rsid w:val="004D63B7"/>
    <w:rsid w:val="004E1B15"/>
    <w:rsid w:val="004F4A4D"/>
    <w:rsid w:val="00500797"/>
    <w:rsid w:val="00504C8B"/>
    <w:rsid w:val="0051057F"/>
    <w:rsid w:val="00510EE5"/>
    <w:rsid w:val="00511E2C"/>
    <w:rsid w:val="00515046"/>
    <w:rsid w:val="00516441"/>
    <w:rsid w:val="00517982"/>
    <w:rsid w:val="0052058E"/>
    <w:rsid w:val="005235A9"/>
    <w:rsid w:val="00526F2F"/>
    <w:rsid w:val="00533F99"/>
    <w:rsid w:val="00534C55"/>
    <w:rsid w:val="00535783"/>
    <w:rsid w:val="00537558"/>
    <w:rsid w:val="00543C2D"/>
    <w:rsid w:val="00545F0C"/>
    <w:rsid w:val="00546EB2"/>
    <w:rsid w:val="0055395D"/>
    <w:rsid w:val="00555EB5"/>
    <w:rsid w:val="00556B65"/>
    <w:rsid w:val="00560729"/>
    <w:rsid w:val="005723CF"/>
    <w:rsid w:val="00573E5A"/>
    <w:rsid w:val="00575350"/>
    <w:rsid w:val="0058167D"/>
    <w:rsid w:val="0059128E"/>
    <w:rsid w:val="005930D6"/>
    <w:rsid w:val="005A3376"/>
    <w:rsid w:val="005A6482"/>
    <w:rsid w:val="005A6D93"/>
    <w:rsid w:val="005B08A8"/>
    <w:rsid w:val="005B6904"/>
    <w:rsid w:val="005C2048"/>
    <w:rsid w:val="005C3289"/>
    <w:rsid w:val="005C52C3"/>
    <w:rsid w:val="005C75C0"/>
    <w:rsid w:val="005D5CD9"/>
    <w:rsid w:val="005E0A72"/>
    <w:rsid w:val="005E520F"/>
    <w:rsid w:val="005E776F"/>
    <w:rsid w:val="005F00E5"/>
    <w:rsid w:val="005F7896"/>
    <w:rsid w:val="0060553D"/>
    <w:rsid w:val="0061575A"/>
    <w:rsid w:val="00620D2D"/>
    <w:rsid w:val="006256FD"/>
    <w:rsid w:val="00627FE4"/>
    <w:rsid w:val="006322F9"/>
    <w:rsid w:val="00632FCA"/>
    <w:rsid w:val="006419AC"/>
    <w:rsid w:val="00642590"/>
    <w:rsid w:val="00642DA8"/>
    <w:rsid w:val="006438FF"/>
    <w:rsid w:val="006479EE"/>
    <w:rsid w:val="00650050"/>
    <w:rsid w:val="00650DBB"/>
    <w:rsid w:val="006572F4"/>
    <w:rsid w:val="00657806"/>
    <w:rsid w:val="00661BF7"/>
    <w:rsid w:val="00670459"/>
    <w:rsid w:val="00671233"/>
    <w:rsid w:val="006727DC"/>
    <w:rsid w:val="00677419"/>
    <w:rsid w:val="00677E51"/>
    <w:rsid w:val="006819CA"/>
    <w:rsid w:val="00684B7C"/>
    <w:rsid w:val="00686645"/>
    <w:rsid w:val="00686739"/>
    <w:rsid w:val="006900E8"/>
    <w:rsid w:val="00692EA7"/>
    <w:rsid w:val="006A19D4"/>
    <w:rsid w:val="006A2261"/>
    <w:rsid w:val="006A664D"/>
    <w:rsid w:val="006B02AC"/>
    <w:rsid w:val="006B189D"/>
    <w:rsid w:val="006B7912"/>
    <w:rsid w:val="006C2045"/>
    <w:rsid w:val="006C4E2C"/>
    <w:rsid w:val="006D0289"/>
    <w:rsid w:val="006D02ED"/>
    <w:rsid w:val="006D555A"/>
    <w:rsid w:val="006D5DEC"/>
    <w:rsid w:val="006E0D67"/>
    <w:rsid w:val="006F2D9F"/>
    <w:rsid w:val="006F7DB9"/>
    <w:rsid w:val="00704501"/>
    <w:rsid w:val="00710935"/>
    <w:rsid w:val="00717039"/>
    <w:rsid w:val="00717105"/>
    <w:rsid w:val="00717C38"/>
    <w:rsid w:val="007212AA"/>
    <w:rsid w:val="0072191D"/>
    <w:rsid w:val="00721B8A"/>
    <w:rsid w:val="00732182"/>
    <w:rsid w:val="0073263B"/>
    <w:rsid w:val="00736029"/>
    <w:rsid w:val="00740228"/>
    <w:rsid w:val="00740F02"/>
    <w:rsid w:val="00743E8A"/>
    <w:rsid w:val="00746177"/>
    <w:rsid w:val="007578B9"/>
    <w:rsid w:val="007619D7"/>
    <w:rsid w:val="007708D5"/>
    <w:rsid w:val="00777CE4"/>
    <w:rsid w:val="007820E2"/>
    <w:rsid w:val="007967B0"/>
    <w:rsid w:val="007A02EA"/>
    <w:rsid w:val="007A0DF2"/>
    <w:rsid w:val="007A4FDE"/>
    <w:rsid w:val="007B0A9E"/>
    <w:rsid w:val="007B68FF"/>
    <w:rsid w:val="007C0B92"/>
    <w:rsid w:val="007C6ECC"/>
    <w:rsid w:val="007C7AB9"/>
    <w:rsid w:val="007D0EEE"/>
    <w:rsid w:val="007D5663"/>
    <w:rsid w:val="007D580F"/>
    <w:rsid w:val="007E7D33"/>
    <w:rsid w:val="007F153E"/>
    <w:rsid w:val="007F7FBC"/>
    <w:rsid w:val="00801BC5"/>
    <w:rsid w:val="00802119"/>
    <w:rsid w:val="0080306D"/>
    <w:rsid w:val="008058E4"/>
    <w:rsid w:val="00806BE9"/>
    <w:rsid w:val="00806FA9"/>
    <w:rsid w:val="00811114"/>
    <w:rsid w:val="008160B3"/>
    <w:rsid w:val="00817B61"/>
    <w:rsid w:val="00820BAE"/>
    <w:rsid w:val="00824F70"/>
    <w:rsid w:val="0082505D"/>
    <w:rsid w:val="00826319"/>
    <w:rsid w:val="00826447"/>
    <w:rsid w:val="008264E5"/>
    <w:rsid w:val="0082659A"/>
    <w:rsid w:val="00832824"/>
    <w:rsid w:val="008355AB"/>
    <w:rsid w:val="00840040"/>
    <w:rsid w:val="00840F7A"/>
    <w:rsid w:val="008437C4"/>
    <w:rsid w:val="008438BA"/>
    <w:rsid w:val="00843A69"/>
    <w:rsid w:val="0084473D"/>
    <w:rsid w:val="008466AC"/>
    <w:rsid w:val="008539F7"/>
    <w:rsid w:val="00860E13"/>
    <w:rsid w:val="008626BA"/>
    <w:rsid w:val="00862E72"/>
    <w:rsid w:val="008649EF"/>
    <w:rsid w:val="00865968"/>
    <w:rsid w:val="008717C0"/>
    <w:rsid w:val="00872032"/>
    <w:rsid w:val="008773F7"/>
    <w:rsid w:val="00877629"/>
    <w:rsid w:val="00880247"/>
    <w:rsid w:val="008805AE"/>
    <w:rsid w:val="00882BBE"/>
    <w:rsid w:val="00883044"/>
    <w:rsid w:val="0088376F"/>
    <w:rsid w:val="00890241"/>
    <w:rsid w:val="008905E0"/>
    <w:rsid w:val="00893612"/>
    <w:rsid w:val="00895545"/>
    <w:rsid w:val="008A1EB4"/>
    <w:rsid w:val="008A5351"/>
    <w:rsid w:val="008A55F4"/>
    <w:rsid w:val="008A6133"/>
    <w:rsid w:val="008A6202"/>
    <w:rsid w:val="008B478D"/>
    <w:rsid w:val="008B4D00"/>
    <w:rsid w:val="008B6F33"/>
    <w:rsid w:val="008C16C2"/>
    <w:rsid w:val="008C2C43"/>
    <w:rsid w:val="008C6AD5"/>
    <w:rsid w:val="008C7761"/>
    <w:rsid w:val="008D11A2"/>
    <w:rsid w:val="008D13AE"/>
    <w:rsid w:val="008D1917"/>
    <w:rsid w:val="008D2CD3"/>
    <w:rsid w:val="008D34F2"/>
    <w:rsid w:val="008D50A6"/>
    <w:rsid w:val="008E01B3"/>
    <w:rsid w:val="008E26E5"/>
    <w:rsid w:val="008E4EE0"/>
    <w:rsid w:val="008F4081"/>
    <w:rsid w:val="008F6C13"/>
    <w:rsid w:val="0090081E"/>
    <w:rsid w:val="00900B0F"/>
    <w:rsid w:val="00900BF0"/>
    <w:rsid w:val="009076E1"/>
    <w:rsid w:val="009103D3"/>
    <w:rsid w:val="00911353"/>
    <w:rsid w:val="009160F7"/>
    <w:rsid w:val="009259B0"/>
    <w:rsid w:val="00926C44"/>
    <w:rsid w:val="00926F9C"/>
    <w:rsid w:val="00940B9B"/>
    <w:rsid w:val="0094377E"/>
    <w:rsid w:val="009467E2"/>
    <w:rsid w:val="00953333"/>
    <w:rsid w:val="00956A73"/>
    <w:rsid w:val="00960403"/>
    <w:rsid w:val="009611CE"/>
    <w:rsid w:val="00965EE1"/>
    <w:rsid w:val="00967CE7"/>
    <w:rsid w:val="00971F7D"/>
    <w:rsid w:val="00977F41"/>
    <w:rsid w:val="00982A0C"/>
    <w:rsid w:val="00983615"/>
    <w:rsid w:val="009870D8"/>
    <w:rsid w:val="00993C4C"/>
    <w:rsid w:val="00995DAD"/>
    <w:rsid w:val="009A111B"/>
    <w:rsid w:val="009B0A31"/>
    <w:rsid w:val="009B0EEA"/>
    <w:rsid w:val="009B1DA3"/>
    <w:rsid w:val="009B435F"/>
    <w:rsid w:val="009C0A0D"/>
    <w:rsid w:val="009C3732"/>
    <w:rsid w:val="009C7485"/>
    <w:rsid w:val="009D6891"/>
    <w:rsid w:val="009D6FFE"/>
    <w:rsid w:val="009D7D4D"/>
    <w:rsid w:val="009E1177"/>
    <w:rsid w:val="009E23D9"/>
    <w:rsid w:val="009E2E56"/>
    <w:rsid w:val="009E3D9D"/>
    <w:rsid w:val="009E4CC7"/>
    <w:rsid w:val="009E7F2F"/>
    <w:rsid w:val="009F21D4"/>
    <w:rsid w:val="009F465A"/>
    <w:rsid w:val="009F6E99"/>
    <w:rsid w:val="00A0107F"/>
    <w:rsid w:val="00A02D6B"/>
    <w:rsid w:val="00A05E64"/>
    <w:rsid w:val="00A13BC0"/>
    <w:rsid w:val="00A1430E"/>
    <w:rsid w:val="00A14D0F"/>
    <w:rsid w:val="00A21E4C"/>
    <w:rsid w:val="00A21E56"/>
    <w:rsid w:val="00A27EFD"/>
    <w:rsid w:val="00A30353"/>
    <w:rsid w:val="00A31854"/>
    <w:rsid w:val="00A331B0"/>
    <w:rsid w:val="00A37F8E"/>
    <w:rsid w:val="00A411CE"/>
    <w:rsid w:val="00A425E1"/>
    <w:rsid w:val="00A5228C"/>
    <w:rsid w:val="00A56B12"/>
    <w:rsid w:val="00A609AE"/>
    <w:rsid w:val="00A62377"/>
    <w:rsid w:val="00A62BC6"/>
    <w:rsid w:val="00A65BA0"/>
    <w:rsid w:val="00A66007"/>
    <w:rsid w:val="00A67F65"/>
    <w:rsid w:val="00A73095"/>
    <w:rsid w:val="00A821AB"/>
    <w:rsid w:val="00A92C27"/>
    <w:rsid w:val="00A92F1A"/>
    <w:rsid w:val="00A933ED"/>
    <w:rsid w:val="00A9572E"/>
    <w:rsid w:val="00AA07E3"/>
    <w:rsid w:val="00AA40C1"/>
    <w:rsid w:val="00AA7E1B"/>
    <w:rsid w:val="00AB14E0"/>
    <w:rsid w:val="00AB523B"/>
    <w:rsid w:val="00AB67A1"/>
    <w:rsid w:val="00AB71AE"/>
    <w:rsid w:val="00AD2796"/>
    <w:rsid w:val="00AD3542"/>
    <w:rsid w:val="00AD383D"/>
    <w:rsid w:val="00AE5792"/>
    <w:rsid w:val="00AE63CA"/>
    <w:rsid w:val="00AF23E3"/>
    <w:rsid w:val="00AF4215"/>
    <w:rsid w:val="00B01248"/>
    <w:rsid w:val="00B023CC"/>
    <w:rsid w:val="00B10A8F"/>
    <w:rsid w:val="00B11489"/>
    <w:rsid w:val="00B13113"/>
    <w:rsid w:val="00B13C9C"/>
    <w:rsid w:val="00B13F29"/>
    <w:rsid w:val="00B15F3E"/>
    <w:rsid w:val="00B16FEE"/>
    <w:rsid w:val="00B2329B"/>
    <w:rsid w:val="00B263E8"/>
    <w:rsid w:val="00B35D7C"/>
    <w:rsid w:val="00B44490"/>
    <w:rsid w:val="00B44669"/>
    <w:rsid w:val="00B44ED2"/>
    <w:rsid w:val="00B46F1A"/>
    <w:rsid w:val="00B56595"/>
    <w:rsid w:val="00B5684C"/>
    <w:rsid w:val="00B64197"/>
    <w:rsid w:val="00B65240"/>
    <w:rsid w:val="00B65CC9"/>
    <w:rsid w:val="00B70AFC"/>
    <w:rsid w:val="00B71EA4"/>
    <w:rsid w:val="00B748D4"/>
    <w:rsid w:val="00B76603"/>
    <w:rsid w:val="00B80452"/>
    <w:rsid w:val="00B80C86"/>
    <w:rsid w:val="00B80D79"/>
    <w:rsid w:val="00B86BB6"/>
    <w:rsid w:val="00B86D3C"/>
    <w:rsid w:val="00B87F89"/>
    <w:rsid w:val="00BA055C"/>
    <w:rsid w:val="00BA2C40"/>
    <w:rsid w:val="00BC0023"/>
    <w:rsid w:val="00BC366A"/>
    <w:rsid w:val="00BD7479"/>
    <w:rsid w:val="00BE1D2D"/>
    <w:rsid w:val="00BE44A1"/>
    <w:rsid w:val="00BE7930"/>
    <w:rsid w:val="00BF232D"/>
    <w:rsid w:val="00BF2724"/>
    <w:rsid w:val="00BF4B54"/>
    <w:rsid w:val="00C04A69"/>
    <w:rsid w:val="00C2440A"/>
    <w:rsid w:val="00C2579E"/>
    <w:rsid w:val="00C262DC"/>
    <w:rsid w:val="00C27384"/>
    <w:rsid w:val="00C3439E"/>
    <w:rsid w:val="00C37481"/>
    <w:rsid w:val="00C43E1B"/>
    <w:rsid w:val="00C445F3"/>
    <w:rsid w:val="00C52200"/>
    <w:rsid w:val="00C52956"/>
    <w:rsid w:val="00C53A87"/>
    <w:rsid w:val="00C5785C"/>
    <w:rsid w:val="00C63FE5"/>
    <w:rsid w:val="00C86746"/>
    <w:rsid w:val="00C86D05"/>
    <w:rsid w:val="00C91A5D"/>
    <w:rsid w:val="00C92915"/>
    <w:rsid w:val="00CA30C8"/>
    <w:rsid w:val="00CB0660"/>
    <w:rsid w:val="00CB6C81"/>
    <w:rsid w:val="00CC23E8"/>
    <w:rsid w:val="00CD0047"/>
    <w:rsid w:val="00CD1D3E"/>
    <w:rsid w:val="00CD272E"/>
    <w:rsid w:val="00CD6707"/>
    <w:rsid w:val="00CE0C77"/>
    <w:rsid w:val="00CE11E2"/>
    <w:rsid w:val="00CF21EF"/>
    <w:rsid w:val="00CF313A"/>
    <w:rsid w:val="00CF324A"/>
    <w:rsid w:val="00CF6F07"/>
    <w:rsid w:val="00CF7B7B"/>
    <w:rsid w:val="00D11F7F"/>
    <w:rsid w:val="00D12B87"/>
    <w:rsid w:val="00D14B91"/>
    <w:rsid w:val="00D14FB2"/>
    <w:rsid w:val="00D17355"/>
    <w:rsid w:val="00D254B0"/>
    <w:rsid w:val="00D259CF"/>
    <w:rsid w:val="00D274C2"/>
    <w:rsid w:val="00D31568"/>
    <w:rsid w:val="00D34968"/>
    <w:rsid w:val="00D409D1"/>
    <w:rsid w:val="00D437D5"/>
    <w:rsid w:val="00D537AB"/>
    <w:rsid w:val="00D616B9"/>
    <w:rsid w:val="00D62412"/>
    <w:rsid w:val="00D631A3"/>
    <w:rsid w:val="00D66204"/>
    <w:rsid w:val="00D70B7E"/>
    <w:rsid w:val="00D72195"/>
    <w:rsid w:val="00D80329"/>
    <w:rsid w:val="00D8085B"/>
    <w:rsid w:val="00D86140"/>
    <w:rsid w:val="00D907EC"/>
    <w:rsid w:val="00D91D08"/>
    <w:rsid w:val="00D959D8"/>
    <w:rsid w:val="00DA7778"/>
    <w:rsid w:val="00DB682D"/>
    <w:rsid w:val="00DC0A35"/>
    <w:rsid w:val="00DC3FFD"/>
    <w:rsid w:val="00DC477B"/>
    <w:rsid w:val="00DC48E0"/>
    <w:rsid w:val="00DD1B0C"/>
    <w:rsid w:val="00DD6E3A"/>
    <w:rsid w:val="00DE0975"/>
    <w:rsid w:val="00DE1582"/>
    <w:rsid w:val="00DE271A"/>
    <w:rsid w:val="00DE5259"/>
    <w:rsid w:val="00DE70F0"/>
    <w:rsid w:val="00DE73BD"/>
    <w:rsid w:val="00DF18E5"/>
    <w:rsid w:val="00DF30FD"/>
    <w:rsid w:val="00DF49F6"/>
    <w:rsid w:val="00DF6B08"/>
    <w:rsid w:val="00DF6C52"/>
    <w:rsid w:val="00E04600"/>
    <w:rsid w:val="00E07534"/>
    <w:rsid w:val="00E0767A"/>
    <w:rsid w:val="00E07F91"/>
    <w:rsid w:val="00E300D3"/>
    <w:rsid w:val="00E3332A"/>
    <w:rsid w:val="00E33DE6"/>
    <w:rsid w:val="00E3546D"/>
    <w:rsid w:val="00E368F1"/>
    <w:rsid w:val="00E4177C"/>
    <w:rsid w:val="00E428D0"/>
    <w:rsid w:val="00E4450B"/>
    <w:rsid w:val="00E45EF7"/>
    <w:rsid w:val="00E47EC8"/>
    <w:rsid w:val="00E5385F"/>
    <w:rsid w:val="00E626AD"/>
    <w:rsid w:val="00E649D9"/>
    <w:rsid w:val="00E66EF9"/>
    <w:rsid w:val="00E67801"/>
    <w:rsid w:val="00E708BA"/>
    <w:rsid w:val="00E776CE"/>
    <w:rsid w:val="00E91D7D"/>
    <w:rsid w:val="00E948FF"/>
    <w:rsid w:val="00E96EB1"/>
    <w:rsid w:val="00EA5943"/>
    <w:rsid w:val="00EA5B93"/>
    <w:rsid w:val="00EB0CFA"/>
    <w:rsid w:val="00EB4082"/>
    <w:rsid w:val="00EB6541"/>
    <w:rsid w:val="00EB6835"/>
    <w:rsid w:val="00EC70A9"/>
    <w:rsid w:val="00EC787D"/>
    <w:rsid w:val="00ED7C1F"/>
    <w:rsid w:val="00EE036B"/>
    <w:rsid w:val="00EE179A"/>
    <w:rsid w:val="00EE2922"/>
    <w:rsid w:val="00EE693E"/>
    <w:rsid w:val="00EE696B"/>
    <w:rsid w:val="00F06CAE"/>
    <w:rsid w:val="00F15AC7"/>
    <w:rsid w:val="00F22DE6"/>
    <w:rsid w:val="00F2333A"/>
    <w:rsid w:val="00F243DF"/>
    <w:rsid w:val="00F25575"/>
    <w:rsid w:val="00F25D46"/>
    <w:rsid w:val="00F26608"/>
    <w:rsid w:val="00F275E7"/>
    <w:rsid w:val="00F332F0"/>
    <w:rsid w:val="00F3444E"/>
    <w:rsid w:val="00F34EF4"/>
    <w:rsid w:val="00F36460"/>
    <w:rsid w:val="00F372AF"/>
    <w:rsid w:val="00F436D2"/>
    <w:rsid w:val="00F46E7A"/>
    <w:rsid w:val="00F52113"/>
    <w:rsid w:val="00F538F4"/>
    <w:rsid w:val="00F56438"/>
    <w:rsid w:val="00F57BB7"/>
    <w:rsid w:val="00F70494"/>
    <w:rsid w:val="00F706BD"/>
    <w:rsid w:val="00F755BB"/>
    <w:rsid w:val="00F8233C"/>
    <w:rsid w:val="00F84E0C"/>
    <w:rsid w:val="00F874F2"/>
    <w:rsid w:val="00F90E3F"/>
    <w:rsid w:val="00F9232D"/>
    <w:rsid w:val="00F92DD8"/>
    <w:rsid w:val="00F954F2"/>
    <w:rsid w:val="00F96693"/>
    <w:rsid w:val="00F96897"/>
    <w:rsid w:val="00F9720E"/>
    <w:rsid w:val="00FA110F"/>
    <w:rsid w:val="00FA46B9"/>
    <w:rsid w:val="00FA4E8C"/>
    <w:rsid w:val="00FA4F6B"/>
    <w:rsid w:val="00FA5837"/>
    <w:rsid w:val="00FA5ABA"/>
    <w:rsid w:val="00FA6FCD"/>
    <w:rsid w:val="00FB136F"/>
    <w:rsid w:val="00FB1906"/>
    <w:rsid w:val="00FB4C66"/>
    <w:rsid w:val="00FB76F2"/>
    <w:rsid w:val="00FC17E8"/>
    <w:rsid w:val="00FC3B33"/>
    <w:rsid w:val="00FC5E97"/>
    <w:rsid w:val="00FC680A"/>
    <w:rsid w:val="00FC7223"/>
    <w:rsid w:val="00FD3774"/>
    <w:rsid w:val="00FE31A2"/>
    <w:rsid w:val="00FE31B2"/>
    <w:rsid w:val="00FE6EA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25mm,5.85pt,.7pt"/>
      <o:colormru v:ext="edit" colors="#f06,#ff5050,#f30,#c00,red"/>
    </o:shapedefaults>
    <o:shapelayout v:ext="edit">
      <o:idmap v:ext="edit" data="1"/>
      <o:rules v:ext="edit">
        <o:r id="V:Rule1" type="callout" idref="#_x0000_s1327"/>
      </o:rules>
    </o:shapelayout>
  </w:shapeDefaults>
  <w:decimalSymbol w:val="."/>
  <w:listSeparator w:val=","/>
  <w14:docId w14:val="107FF96D"/>
  <w15:docId w15:val="{4461E3BD-1174-4EF0-9CF7-49BF1EEA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865"/>
    <w:pPr>
      <w:widowControl w:val="0"/>
      <w:jc w:val="both"/>
    </w:pPr>
    <w:rPr>
      <w:rFonts w:ascii="Arial" w:eastAsia="ＭＳ Ｐゴシック" w:hAnsi="Arial"/>
      <w:kern w:val="2"/>
      <w:sz w:val="21"/>
      <w:szCs w:val="24"/>
    </w:rPr>
  </w:style>
  <w:style w:type="paragraph" w:styleId="1">
    <w:name w:val="heading 1"/>
    <w:basedOn w:val="a"/>
    <w:next w:val="a"/>
    <w:qFormat/>
    <w:rsid w:val="00704501"/>
    <w:pPr>
      <w:keepNext/>
      <w:outlineLvl w:val="0"/>
    </w:pPr>
    <w:rPr>
      <w:rFonts w:eastAsia="ＭＳ ゴシック"/>
      <w:sz w:val="24"/>
    </w:rPr>
  </w:style>
  <w:style w:type="paragraph" w:styleId="2">
    <w:name w:val="heading 2"/>
    <w:basedOn w:val="a"/>
    <w:next w:val="a"/>
    <w:qFormat/>
    <w:rsid w:val="005B6904"/>
    <w:pPr>
      <w:keepNext/>
      <w:numPr>
        <w:ilvl w:val="1"/>
        <w:numId w:val="3"/>
      </w:numPr>
      <w:outlineLvl w:val="1"/>
    </w:pPr>
    <w:rPr>
      <w:rFonts w:eastAsia="ＭＳ ゴシック"/>
      <w:b/>
      <w:i/>
      <w:sz w:val="28"/>
    </w:rPr>
  </w:style>
  <w:style w:type="paragraph" w:styleId="3">
    <w:name w:val="heading 3"/>
    <w:basedOn w:val="a"/>
    <w:next w:val="a"/>
    <w:qFormat/>
    <w:rsid w:val="005B6904"/>
    <w:pPr>
      <w:keepNext/>
      <w:numPr>
        <w:ilvl w:val="2"/>
        <w:numId w:val="3"/>
      </w:numPr>
      <w:outlineLvl w:val="2"/>
    </w:pPr>
    <w:rPr>
      <w:rFonts w:eastAsia="ＭＳ ゴシック"/>
      <w:b/>
      <w:sz w:val="28"/>
    </w:rPr>
  </w:style>
  <w:style w:type="paragraph" w:styleId="4">
    <w:name w:val="heading 4"/>
    <w:basedOn w:val="a"/>
    <w:next w:val="a"/>
    <w:qFormat/>
    <w:rsid w:val="005B6904"/>
    <w:pPr>
      <w:keepNext/>
      <w:numPr>
        <w:ilvl w:val="3"/>
        <w:numId w:val="3"/>
      </w:numPr>
      <w:outlineLvl w:val="3"/>
    </w:pPr>
    <w:rPr>
      <w:b/>
      <w:bCs/>
      <w:sz w:val="28"/>
    </w:rPr>
  </w:style>
  <w:style w:type="paragraph" w:styleId="50">
    <w:name w:val="heading 5"/>
    <w:basedOn w:val="a"/>
    <w:next w:val="a"/>
    <w:qFormat/>
    <w:rsid w:val="005B6904"/>
    <w:pPr>
      <w:keepNext/>
      <w:numPr>
        <w:ilvl w:val="4"/>
        <w:numId w:val="3"/>
      </w:numPr>
      <w:outlineLvl w:val="4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04501"/>
  </w:style>
  <w:style w:type="table" w:styleId="a4">
    <w:name w:val="Table Grid"/>
    <w:basedOn w:val="a1"/>
    <w:rsid w:val="0070450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pt">
    <w:name w:val="スタイル 見出し 1 + 16 pt 太字"/>
    <w:basedOn w:val="1"/>
    <w:autoRedefine/>
    <w:rsid w:val="0090081E"/>
    <w:pPr>
      <w:numPr>
        <w:numId w:val="1"/>
      </w:numPr>
    </w:pPr>
    <w:rPr>
      <w:b/>
      <w:bCs/>
      <w:sz w:val="32"/>
      <w:u w:val="single"/>
    </w:rPr>
  </w:style>
  <w:style w:type="paragraph" w:customStyle="1" w:styleId="116pt1">
    <w:name w:val="スタイル 見出し 1 + 16 pt 太字1"/>
    <w:basedOn w:val="1"/>
    <w:rsid w:val="005B6904"/>
    <w:pPr>
      <w:numPr>
        <w:numId w:val="3"/>
      </w:numPr>
      <w:pBdr>
        <w:bottom w:val="single" w:sz="4" w:space="1" w:color="auto"/>
      </w:pBdr>
    </w:pPr>
    <w:rPr>
      <w:b/>
      <w:bCs/>
      <w:sz w:val="32"/>
    </w:rPr>
  </w:style>
  <w:style w:type="paragraph" w:styleId="a5">
    <w:name w:val="footer"/>
    <w:basedOn w:val="a"/>
    <w:rsid w:val="00137FB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37FB5"/>
  </w:style>
  <w:style w:type="paragraph" w:styleId="a7">
    <w:name w:val="header"/>
    <w:basedOn w:val="a"/>
    <w:rsid w:val="00137FB5"/>
    <w:pPr>
      <w:tabs>
        <w:tab w:val="center" w:pos="4252"/>
        <w:tab w:val="right" w:pos="8504"/>
      </w:tabs>
      <w:snapToGrid w:val="0"/>
    </w:pPr>
  </w:style>
  <w:style w:type="paragraph" w:styleId="10">
    <w:name w:val="toc 1"/>
    <w:basedOn w:val="a"/>
    <w:next w:val="a"/>
    <w:autoRedefine/>
    <w:uiPriority w:val="39"/>
    <w:rsid w:val="00137FB5"/>
  </w:style>
  <w:style w:type="paragraph" w:styleId="20">
    <w:name w:val="toc 2"/>
    <w:basedOn w:val="a"/>
    <w:next w:val="a"/>
    <w:autoRedefine/>
    <w:uiPriority w:val="39"/>
    <w:rsid w:val="00137FB5"/>
    <w:pPr>
      <w:ind w:leftChars="100" w:left="210"/>
    </w:pPr>
  </w:style>
  <w:style w:type="paragraph" w:styleId="30">
    <w:name w:val="toc 3"/>
    <w:basedOn w:val="a"/>
    <w:next w:val="a"/>
    <w:autoRedefine/>
    <w:uiPriority w:val="39"/>
    <w:rsid w:val="00137FB5"/>
    <w:pPr>
      <w:ind w:leftChars="200" w:left="420"/>
    </w:pPr>
  </w:style>
  <w:style w:type="character" w:styleId="a8">
    <w:name w:val="Hyperlink"/>
    <w:basedOn w:val="a0"/>
    <w:uiPriority w:val="99"/>
    <w:rsid w:val="00137FB5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890241"/>
    <w:pPr>
      <w:ind w:leftChars="300" w:left="630"/>
    </w:pPr>
  </w:style>
  <w:style w:type="paragraph" w:customStyle="1" w:styleId="5">
    <w:name w:val="スタイル5"/>
    <w:basedOn w:val="a"/>
    <w:next w:val="a"/>
    <w:rsid w:val="005B6904"/>
    <w:pPr>
      <w:numPr>
        <w:numId w:val="5"/>
      </w:numPr>
    </w:pPr>
  </w:style>
  <w:style w:type="paragraph" w:styleId="51">
    <w:name w:val="toc 5"/>
    <w:basedOn w:val="a"/>
    <w:next w:val="a"/>
    <w:autoRedefine/>
    <w:semiHidden/>
    <w:rsid w:val="002935F4"/>
    <w:pPr>
      <w:ind w:leftChars="400" w:left="840"/>
    </w:pPr>
  </w:style>
  <w:style w:type="paragraph" w:styleId="a9">
    <w:name w:val="Balloon Text"/>
    <w:basedOn w:val="a"/>
    <w:link w:val="aa"/>
    <w:rsid w:val="00F954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F954F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3DF"/>
    <w:pPr>
      <w:ind w:leftChars="400" w:left="840"/>
    </w:pPr>
  </w:style>
  <w:style w:type="paragraph" w:customStyle="1" w:styleId="Default">
    <w:name w:val="Default"/>
    <w:rsid w:val="00073A6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21">
    <w:name w:val="Intense Reference"/>
    <w:basedOn w:val="a0"/>
    <w:uiPriority w:val="32"/>
    <w:qFormat/>
    <w:rsid w:val="000022BA"/>
    <w:rPr>
      <w:b/>
      <w:bCs/>
      <w:smallCaps/>
      <w:color w:val="4F81BD" w:themeColor="accent1"/>
      <w:spacing w:val="5"/>
    </w:rPr>
  </w:style>
  <w:style w:type="character" w:styleId="22">
    <w:name w:val="Intense Emphasis"/>
    <w:basedOn w:val="a0"/>
    <w:uiPriority w:val="21"/>
    <w:qFormat/>
    <w:rsid w:val="000022BA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uruya\Work\2013_XML&#12481;&#12455;&#12483;&#12463;&#12484;&#12540;&#12523;\svn\trunk\doc\Asking\&#35500;&#26126;&#26360;\XML&#12481;&#12455;&#12483;&#12463;&#12484;&#12540;&#12523;_&#12452;&#12531;&#12473;&#12488;&#12540;&#12523;&#25163;&#38918;&#26360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C5923-1822-4524-8303-FFE4F6668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XMLチェックツール_インストール手順書.dotx</Template>
  <TotalTime>665</TotalTime>
  <Pages>1</Pages>
  <Words>2213</Words>
  <Characters>12619</Characters>
  <Application>Microsoft Office Word</Application>
  <DocSecurity>0</DocSecurity>
  <Lines>105</Lines>
  <Paragraphs>29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株式会社アスキング</Company>
  <LinksUpToDate>false</LinksUpToDate>
  <CharactersWithSpaces>14803</CharactersWithSpaces>
  <SharedDoc>false</SharedDoc>
  <HLinks>
    <vt:vector size="48" baseType="variant">
      <vt:variant>
        <vt:i4>1310775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_Toc365579698</vt:lpwstr>
      </vt:variant>
      <vt:variant>
        <vt:i4>1310775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_Toc365579697</vt:lpwstr>
      </vt:variant>
      <vt:variant>
        <vt:i4>1310775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_Toc365579696</vt:lpwstr>
      </vt:variant>
      <vt:variant>
        <vt:i4>1310775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_Toc365579695</vt:lpwstr>
      </vt:variant>
      <vt:variant>
        <vt:i4>1310775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_Toc365579694</vt:lpwstr>
      </vt:variant>
      <vt:variant>
        <vt:i4>1310775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_Toc365579693</vt:lpwstr>
      </vt:variant>
      <vt:variant>
        <vt:i4>1310775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_Toc365579692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_Toc365579691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Furuya</dc:creator>
  <cp:keywords/>
  <cp:lastModifiedBy>hara</cp:lastModifiedBy>
  <cp:revision>135</cp:revision>
  <cp:lastPrinted>2013-09-11T12:06:00Z</cp:lastPrinted>
  <dcterms:created xsi:type="dcterms:W3CDTF">2013-09-11T08:34:00Z</dcterms:created>
  <dcterms:modified xsi:type="dcterms:W3CDTF">2021-07-05T06:37:00Z</dcterms:modified>
</cp:coreProperties>
</file>